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206" w:type="dxa"/>
        <w:tblBorders>
          <w:top w:val="single" w:sz="4" w:space="0" w:color="000000"/>
          <w:bottom w:val="single" w:sz="4" w:space="0" w:color="000000"/>
          <w:insideH w:val="single" w:sz="4" w:space="0" w:color="000000"/>
        </w:tblBorders>
        <w:tblLayout w:type="fixed"/>
        <w:tblCellMar>
          <w:left w:w="0" w:type="dxa"/>
          <w:right w:w="0" w:type="dxa"/>
        </w:tblCellMar>
        <w:tblLook w:val="04A0" w:firstRow="1" w:lastRow="0" w:firstColumn="1" w:lastColumn="0" w:noHBand="0" w:noVBand="1"/>
      </w:tblPr>
      <w:tblGrid>
        <w:gridCol w:w="3486"/>
        <w:gridCol w:w="3415"/>
        <w:gridCol w:w="3305"/>
      </w:tblGrid>
      <w:tr w:rsidR="00D35CC3" w:rsidRPr="00D734B7" w:rsidTr="00942505">
        <w:tc>
          <w:tcPr>
            <w:tcW w:w="3486" w:type="dxa"/>
            <w:tcBorders>
              <w:bottom w:val="single" w:sz="4" w:space="0" w:color="000000"/>
            </w:tcBorders>
            <w:shd w:val="clear" w:color="auto" w:fill="auto"/>
            <w:tcMar>
              <w:top w:w="85" w:type="dxa"/>
              <w:bottom w:w="85" w:type="dxa"/>
            </w:tcMar>
          </w:tcPr>
          <w:p w:rsidR="00D35CC3" w:rsidRPr="00D734B7" w:rsidRDefault="00D35CC3" w:rsidP="00624106">
            <w:pPr>
              <w:pStyle w:val="CUSTOMBoldColumnHeading"/>
              <w:rPr>
                <w:sz w:val="20"/>
                <w:szCs w:val="20"/>
              </w:rPr>
            </w:pPr>
            <w:r w:rsidRPr="00D734B7">
              <w:rPr>
                <w:sz w:val="20"/>
                <w:szCs w:val="20"/>
              </w:rPr>
              <w:t>Vascular lab report</w:t>
            </w:r>
          </w:p>
        </w:tc>
        <w:tc>
          <w:tcPr>
            <w:tcW w:w="6720" w:type="dxa"/>
            <w:gridSpan w:val="2"/>
            <w:tcBorders>
              <w:bottom w:val="single" w:sz="4" w:space="0" w:color="000000"/>
            </w:tcBorders>
            <w:shd w:val="clear" w:color="auto" w:fill="auto"/>
            <w:tcMar>
              <w:top w:w="85" w:type="dxa"/>
              <w:bottom w:w="85" w:type="dxa"/>
            </w:tcMar>
          </w:tcPr>
          <w:p w:rsidR="00D35CC3" w:rsidRPr="00D734B7" w:rsidRDefault="00D35CC3" w:rsidP="0023359E">
            <w:pPr>
              <w:pStyle w:val="CUSTOMBoldColumnHeading"/>
              <w:rPr>
                <w:sz w:val="20"/>
                <w:szCs w:val="20"/>
              </w:rPr>
            </w:pPr>
            <w:r w:rsidRPr="00D734B7">
              <w:rPr>
                <w:sz w:val="20"/>
                <w:szCs w:val="20"/>
              </w:rPr>
              <w:t xml:space="preserve">Assessed by: </w:t>
            </w:r>
            <w:proofErr w:type="spellStart"/>
            <w:r w:rsidR="0023359E">
              <w:rPr>
                <w:b w:val="0"/>
                <w:sz w:val="20"/>
                <w:szCs w:val="20"/>
              </w:rPr>
              <w:t>Apurba</w:t>
            </w:r>
            <w:proofErr w:type="spellEnd"/>
            <w:r w:rsidR="0023359E">
              <w:rPr>
                <w:b w:val="0"/>
                <w:sz w:val="20"/>
                <w:szCs w:val="20"/>
              </w:rPr>
              <w:t xml:space="preserve"> </w:t>
            </w:r>
            <w:proofErr w:type="spellStart"/>
            <w:r w:rsidR="0023359E">
              <w:rPr>
                <w:b w:val="0"/>
                <w:sz w:val="20"/>
                <w:szCs w:val="20"/>
              </w:rPr>
              <w:t>Dahal</w:t>
            </w:r>
            <w:proofErr w:type="spellEnd"/>
            <w:r w:rsidR="0023359E">
              <w:rPr>
                <w:b w:val="0"/>
                <w:sz w:val="20"/>
                <w:szCs w:val="20"/>
              </w:rPr>
              <w:t xml:space="preserve"> (Trainee); Reviewed by: Daniel Sims (CVS)</w:t>
            </w:r>
          </w:p>
        </w:tc>
      </w:tr>
      <w:tr w:rsidR="004C122B" w:rsidRPr="00D734B7" w:rsidTr="009D4370">
        <w:tc>
          <w:tcPr>
            <w:tcW w:w="3486" w:type="dxa"/>
            <w:tcBorders>
              <w:top w:val="single" w:sz="4" w:space="0" w:color="000000"/>
              <w:bottom w:val="single" w:sz="4" w:space="0" w:color="000000"/>
            </w:tcBorders>
            <w:shd w:val="clear" w:color="auto" w:fill="auto"/>
            <w:tcMar>
              <w:top w:w="85" w:type="dxa"/>
              <w:bottom w:w="85" w:type="dxa"/>
            </w:tcMar>
          </w:tcPr>
          <w:p w:rsidR="00813362" w:rsidRPr="00D734B7" w:rsidRDefault="00813362" w:rsidP="0023359E">
            <w:pPr>
              <w:pStyle w:val="CUSTOMHeaderText"/>
              <w:rPr>
                <w:sz w:val="20"/>
                <w:szCs w:val="20"/>
              </w:rPr>
            </w:pPr>
            <w:r w:rsidRPr="00D734B7">
              <w:rPr>
                <w:sz w:val="20"/>
                <w:szCs w:val="20"/>
              </w:rPr>
              <w:t>Name:</w:t>
            </w:r>
            <w:r w:rsidR="00596D0F" w:rsidRPr="00D734B7">
              <w:rPr>
                <w:sz w:val="20"/>
                <w:szCs w:val="20"/>
              </w:rPr>
              <w:t xml:space="preserve"> </w:t>
            </w:r>
            <w:r w:rsidR="0023359E">
              <w:rPr>
                <w:sz w:val="20"/>
                <w:szCs w:val="20"/>
              </w:rPr>
              <w:t>Kenny, Joseph</w:t>
            </w:r>
          </w:p>
        </w:tc>
        <w:tc>
          <w:tcPr>
            <w:tcW w:w="3415" w:type="dxa"/>
            <w:tcBorders>
              <w:top w:val="single" w:sz="4" w:space="0" w:color="000000"/>
              <w:bottom w:val="single" w:sz="4" w:space="0" w:color="000000"/>
            </w:tcBorders>
            <w:shd w:val="clear" w:color="auto" w:fill="auto"/>
            <w:tcMar>
              <w:top w:w="85" w:type="dxa"/>
              <w:bottom w:w="85" w:type="dxa"/>
            </w:tcMar>
          </w:tcPr>
          <w:p w:rsidR="00813362" w:rsidRPr="00D734B7" w:rsidRDefault="00813362" w:rsidP="0023359E">
            <w:pPr>
              <w:pStyle w:val="CUSTOMHeaderText"/>
              <w:rPr>
                <w:sz w:val="20"/>
                <w:szCs w:val="20"/>
              </w:rPr>
            </w:pPr>
            <w:r w:rsidRPr="00D734B7">
              <w:rPr>
                <w:sz w:val="20"/>
                <w:szCs w:val="20"/>
              </w:rPr>
              <w:t>Hospital No:</w:t>
            </w:r>
            <w:r w:rsidR="00596D0F" w:rsidRPr="00D734B7">
              <w:rPr>
                <w:sz w:val="20"/>
                <w:szCs w:val="20"/>
              </w:rPr>
              <w:t xml:space="preserve"> </w:t>
            </w:r>
            <w:r w:rsidR="0023359E">
              <w:rPr>
                <w:sz w:val="20"/>
                <w:szCs w:val="20"/>
              </w:rPr>
              <w:t>902059988</w:t>
            </w:r>
          </w:p>
        </w:tc>
        <w:tc>
          <w:tcPr>
            <w:tcW w:w="3305" w:type="dxa"/>
            <w:tcBorders>
              <w:top w:val="single" w:sz="4" w:space="0" w:color="000000"/>
              <w:bottom w:val="single" w:sz="4" w:space="0" w:color="000000"/>
            </w:tcBorders>
            <w:shd w:val="clear" w:color="auto" w:fill="auto"/>
            <w:tcMar>
              <w:top w:w="85" w:type="dxa"/>
              <w:bottom w:w="85" w:type="dxa"/>
            </w:tcMar>
          </w:tcPr>
          <w:p w:rsidR="00813362" w:rsidRPr="00D734B7" w:rsidRDefault="00813362" w:rsidP="0023359E">
            <w:pPr>
              <w:pStyle w:val="CUSTOMHeaderText"/>
              <w:rPr>
                <w:sz w:val="20"/>
                <w:szCs w:val="20"/>
              </w:rPr>
            </w:pPr>
            <w:r w:rsidRPr="00D734B7">
              <w:rPr>
                <w:sz w:val="20"/>
                <w:szCs w:val="20"/>
              </w:rPr>
              <w:t>Date of Exams:</w:t>
            </w:r>
            <w:r w:rsidR="00596D0F" w:rsidRPr="00D734B7">
              <w:rPr>
                <w:sz w:val="20"/>
                <w:szCs w:val="20"/>
              </w:rPr>
              <w:t xml:space="preserve"> </w:t>
            </w:r>
            <w:r w:rsidR="0023359E">
              <w:rPr>
                <w:sz w:val="20"/>
                <w:szCs w:val="20"/>
              </w:rPr>
              <w:t>16/07/2019</w:t>
            </w:r>
          </w:p>
        </w:tc>
      </w:tr>
      <w:tr w:rsidR="004C122B" w:rsidRPr="00D734B7" w:rsidTr="009D4370">
        <w:tc>
          <w:tcPr>
            <w:tcW w:w="3486" w:type="dxa"/>
            <w:tcBorders>
              <w:top w:val="single" w:sz="4" w:space="0" w:color="000000"/>
              <w:bottom w:val="single" w:sz="4" w:space="0" w:color="000000"/>
            </w:tcBorders>
            <w:shd w:val="clear" w:color="auto" w:fill="auto"/>
            <w:tcMar>
              <w:top w:w="85" w:type="dxa"/>
              <w:bottom w:w="85" w:type="dxa"/>
            </w:tcMar>
          </w:tcPr>
          <w:p w:rsidR="00813362" w:rsidRPr="00D734B7" w:rsidRDefault="00813362" w:rsidP="0023359E">
            <w:pPr>
              <w:pStyle w:val="CUSTOMHeaderText"/>
              <w:rPr>
                <w:sz w:val="20"/>
                <w:szCs w:val="20"/>
              </w:rPr>
            </w:pPr>
            <w:r w:rsidRPr="00D734B7">
              <w:rPr>
                <w:sz w:val="20"/>
                <w:szCs w:val="20"/>
              </w:rPr>
              <w:t>DOB:</w:t>
            </w:r>
            <w:r w:rsidR="00596D0F" w:rsidRPr="00D734B7">
              <w:rPr>
                <w:sz w:val="20"/>
                <w:szCs w:val="20"/>
              </w:rPr>
              <w:t xml:space="preserve"> </w:t>
            </w:r>
            <w:r w:rsidR="0023359E">
              <w:rPr>
                <w:sz w:val="20"/>
                <w:szCs w:val="20"/>
              </w:rPr>
              <w:t>26/06/1926</w:t>
            </w:r>
          </w:p>
        </w:tc>
        <w:tc>
          <w:tcPr>
            <w:tcW w:w="3415" w:type="dxa"/>
            <w:tcBorders>
              <w:top w:val="single" w:sz="4" w:space="0" w:color="000000"/>
              <w:bottom w:val="single" w:sz="4" w:space="0" w:color="000000"/>
            </w:tcBorders>
            <w:shd w:val="clear" w:color="auto" w:fill="auto"/>
            <w:tcMar>
              <w:top w:w="85" w:type="dxa"/>
              <w:bottom w:w="85" w:type="dxa"/>
            </w:tcMar>
          </w:tcPr>
          <w:p w:rsidR="00813362" w:rsidRPr="00D734B7" w:rsidRDefault="00813362" w:rsidP="0023359E">
            <w:pPr>
              <w:pStyle w:val="CUSTOMHeaderText"/>
              <w:rPr>
                <w:sz w:val="20"/>
                <w:szCs w:val="20"/>
              </w:rPr>
            </w:pPr>
            <w:r w:rsidRPr="00D734B7">
              <w:rPr>
                <w:sz w:val="20"/>
                <w:szCs w:val="20"/>
              </w:rPr>
              <w:t>NHS No:</w:t>
            </w:r>
            <w:r w:rsidR="00596D0F" w:rsidRPr="00D734B7">
              <w:rPr>
                <w:sz w:val="20"/>
                <w:szCs w:val="20"/>
              </w:rPr>
              <w:t xml:space="preserve"> </w:t>
            </w:r>
            <w:r w:rsidR="0023359E">
              <w:rPr>
                <w:sz w:val="20"/>
                <w:szCs w:val="20"/>
              </w:rPr>
              <w:t>616 683 8247</w:t>
            </w:r>
          </w:p>
        </w:tc>
        <w:tc>
          <w:tcPr>
            <w:tcW w:w="3305" w:type="dxa"/>
            <w:tcBorders>
              <w:top w:val="single" w:sz="4" w:space="0" w:color="000000"/>
              <w:bottom w:val="single" w:sz="4" w:space="0" w:color="000000"/>
            </w:tcBorders>
            <w:shd w:val="clear" w:color="auto" w:fill="auto"/>
            <w:tcMar>
              <w:top w:w="85" w:type="dxa"/>
              <w:bottom w:w="85" w:type="dxa"/>
            </w:tcMar>
          </w:tcPr>
          <w:p w:rsidR="00813362" w:rsidRPr="00D734B7" w:rsidRDefault="00813362" w:rsidP="0023359E">
            <w:pPr>
              <w:pStyle w:val="CUSTOMHeaderText"/>
              <w:rPr>
                <w:sz w:val="20"/>
                <w:szCs w:val="20"/>
              </w:rPr>
            </w:pPr>
            <w:proofErr w:type="spellStart"/>
            <w:r w:rsidRPr="00D734B7">
              <w:rPr>
                <w:sz w:val="20"/>
                <w:szCs w:val="20"/>
              </w:rPr>
              <w:t>Ip</w:t>
            </w:r>
            <w:proofErr w:type="spellEnd"/>
            <w:r w:rsidRPr="00D734B7">
              <w:rPr>
                <w:sz w:val="20"/>
                <w:szCs w:val="20"/>
              </w:rPr>
              <w:t>/Op</w:t>
            </w:r>
            <w:r w:rsidR="00596D0F" w:rsidRPr="00D734B7">
              <w:rPr>
                <w:sz w:val="20"/>
                <w:szCs w:val="20"/>
              </w:rPr>
              <w:t xml:space="preserve">: </w:t>
            </w:r>
            <w:r w:rsidR="0023359E">
              <w:rPr>
                <w:sz w:val="20"/>
                <w:szCs w:val="20"/>
              </w:rPr>
              <w:t>OP</w:t>
            </w:r>
          </w:p>
        </w:tc>
      </w:tr>
      <w:tr w:rsidR="003E416A" w:rsidRPr="00D734B7" w:rsidTr="00CD1CCF">
        <w:tc>
          <w:tcPr>
            <w:tcW w:w="3486" w:type="dxa"/>
            <w:tcBorders>
              <w:top w:val="single" w:sz="4" w:space="0" w:color="000000"/>
              <w:bottom w:val="single" w:sz="4" w:space="0" w:color="000000"/>
            </w:tcBorders>
            <w:shd w:val="clear" w:color="auto" w:fill="auto"/>
            <w:tcMar>
              <w:top w:w="85" w:type="dxa"/>
              <w:bottom w:w="85" w:type="dxa"/>
            </w:tcMar>
          </w:tcPr>
          <w:p w:rsidR="003E416A" w:rsidRPr="00D734B7" w:rsidRDefault="003E416A" w:rsidP="0023359E">
            <w:pPr>
              <w:pStyle w:val="CUSTOMHeaderText"/>
              <w:rPr>
                <w:sz w:val="20"/>
                <w:szCs w:val="20"/>
              </w:rPr>
            </w:pPr>
            <w:r w:rsidRPr="00D734B7">
              <w:rPr>
                <w:sz w:val="20"/>
                <w:szCs w:val="20"/>
              </w:rPr>
              <w:t xml:space="preserve">Referrer: </w:t>
            </w:r>
            <w:r w:rsidR="0023359E">
              <w:rPr>
                <w:sz w:val="20"/>
                <w:szCs w:val="20"/>
              </w:rPr>
              <w:t>Dr Patel</w:t>
            </w:r>
          </w:p>
        </w:tc>
        <w:tc>
          <w:tcPr>
            <w:tcW w:w="6720" w:type="dxa"/>
            <w:gridSpan w:val="2"/>
            <w:tcBorders>
              <w:top w:val="single" w:sz="4" w:space="0" w:color="000000"/>
              <w:bottom w:val="single" w:sz="4" w:space="0" w:color="000000"/>
            </w:tcBorders>
            <w:shd w:val="clear" w:color="auto" w:fill="auto"/>
            <w:tcMar>
              <w:top w:w="85" w:type="dxa"/>
              <w:bottom w:w="85" w:type="dxa"/>
            </w:tcMar>
          </w:tcPr>
          <w:p w:rsidR="003E416A" w:rsidRPr="00D734B7" w:rsidRDefault="003E416A" w:rsidP="0023359E">
            <w:pPr>
              <w:pStyle w:val="CUSTOMHeaderText"/>
              <w:rPr>
                <w:sz w:val="20"/>
                <w:szCs w:val="20"/>
              </w:rPr>
            </w:pPr>
            <w:r w:rsidRPr="00D734B7">
              <w:rPr>
                <w:sz w:val="20"/>
                <w:szCs w:val="20"/>
              </w:rPr>
              <w:t xml:space="preserve">Hospital Site: </w:t>
            </w:r>
            <w:r w:rsidR="0023359E">
              <w:rPr>
                <w:sz w:val="20"/>
                <w:szCs w:val="20"/>
              </w:rPr>
              <w:t>UHL</w:t>
            </w:r>
          </w:p>
        </w:tc>
      </w:tr>
      <w:tr w:rsidR="003E416A" w:rsidRPr="00D734B7" w:rsidTr="00CD1CCF">
        <w:tc>
          <w:tcPr>
            <w:tcW w:w="10206" w:type="dxa"/>
            <w:gridSpan w:val="3"/>
            <w:tcBorders>
              <w:top w:val="single" w:sz="4" w:space="0" w:color="000000"/>
              <w:bottom w:val="single" w:sz="4" w:space="0" w:color="000000"/>
            </w:tcBorders>
            <w:shd w:val="clear" w:color="auto" w:fill="auto"/>
            <w:tcMar>
              <w:top w:w="85" w:type="dxa"/>
              <w:bottom w:w="85" w:type="dxa"/>
            </w:tcMar>
          </w:tcPr>
          <w:p w:rsidR="003E416A" w:rsidRPr="00D734B7" w:rsidRDefault="003E416A" w:rsidP="00813362">
            <w:pPr>
              <w:pStyle w:val="CUSTOMHeaderText"/>
              <w:rPr>
                <w:sz w:val="20"/>
                <w:szCs w:val="20"/>
              </w:rPr>
            </w:pPr>
            <w:r w:rsidRPr="00D734B7">
              <w:rPr>
                <w:sz w:val="20"/>
                <w:szCs w:val="20"/>
              </w:rPr>
              <w:t xml:space="preserve">Clinical Indications: </w:t>
            </w:r>
            <w:r w:rsidR="0023359E">
              <w:rPr>
                <w:sz w:val="20"/>
                <w:szCs w:val="20"/>
              </w:rPr>
              <w:t>Venous eczema, chronic changes</w:t>
            </w:r>
          </w:p>
        </w:tc>
      </w:tr>
      <w:tr w:rsidR="00813362" w:rsidRPr="00D734B7" w:rsidTr="00942505">
        <w:tc>
          <w:tcPr>
            <w:tcW w:w="10206" w:type="dxa"/>
            <w:gridSpan w:val="3"/>
            <w:tcBorders>
              <w:top w:val="single" w:sz="4" w:space="0" w:color="000000"/>
              <w:bottom w:val="single" w:sz="4" w:space="0" w:color="000000"/>
            </w:tcBorders>
            <w:shd w:val="clear" w:color="auto" w:fill="auto"/>
            <w:tcMar>
              <w:top w:w="85" w:type="dxa"/>
              <w:bottom w:w="85" w:type="dxa"/>
            </w:tcMar>
          </w:tcPr>
          <w:p w:rsidR="00813362" w:rsidRPr="00D734B7" w:rsidRDefault="00A078E6" w:rsidP="001F797D">
            <w:pPr>
              <w:pStyle w:val="CUSTOMBoldColumnHeading"/>
              <w:rPr>
                <w:sz w:val="20"/>
                <w:szCs w:val="20"/>
              </w:rPr>
            </w:pPr>
            <w:r w:rsidRPr="00D734B7">
              <w:rPr>
                <w:sz w:val="20"/>
                <w:szCs w:val="20"/>
              </w:rPr>
              <w:t xml:space="preserve">Lower Limb </w:t>
            </w:r>
            <w:r w:rsidR="00123164" w:rsidRPr="00D734B7">
              <w:rPr>
                <w:sz w:val="20"/>
                <w:szCs w:val="20"/>
              </w:rPr>
              <w:t xml:space="preserve">– </w:t>
            </w:r>
            <w:r w:rsidR="001F797D" w:rsidRPr="00D734B7">
              <w:rPr>
                <w:sz w:val="20"/>
                <w:szCs w:val="20"/>
              </w:rPr>
              <w:t xml:space="preserve">BILATERAL </w:t>
            </w:r>
            <w:r w:rsidR="00123164" w:rsidRPr="00D734B7">
              <w:rPr>
                <w:sz w:val="20"/>
                <w:szCs w:val="20"/>
              </w:rPr>
              <w:t>Venous I</w:t>
            </w:r>
            <w:r w:rsidRPr="00D734B7">
              <w:rPr>
                <w:sz w:val="20"/>
                <w:szCs w:val="20"/>
              </w:rPr>
              <w:t>nsufficiency scan</w:t>
            </w:r>
            <w:r w:rsidR="001F797D" w:rsidRPr="00D734B7">
              <w:rPr>
                <w:sz w:val="20"/>
                <w:szCs w:val="20"/>
              </w:rPr>
              <w:t xml:space="preserve"> </w:t>
            </w:r>
          </w:p>
        </w:tc>
      </w:tr>
      <w:tr w:rsidR="00813362" w:rsidRPr="00D734B7" w:rsidTr="00C44E9D">
        <w:trPr>
          <w:trHeight w:hRule="exact" w:val="9923"/>
        </w:trPr>
        <w:tc>
          <w:tcPr>
            <w:tcW w:w="10206" w:type="dxa"/>
            <w:gridSpan w:val="3"/>
            <w:tcBorders>
              <w:top w:val="single" w:sz="4" w:space="0" w:color="000000"/>
              <w:bottom w:val="single" w:sz="4" w:space="0" w:color="000000"/>
            </w:tcBorders>
            <w:shd w:val="clear" w:color="auto" w:fill="auto"/>
            <w:tcMar>
              <w:top w:w="57" w:type="dxa"/>
              <w:bottom w:w="85" w:type="dxa"/>
            </w:tcMar>
          </w:tcPr>
          <w:p w:rsidR="00813362" w:rsidRPr="00D734B7" w:rsidRDefault="00C10646" w:rsidP="00DC01AB">
            <w:pPr>
              <w:pStyle w:val="CUSTOMNormal"/>
              <w:rPr>
                <w:sz w:val="20"/>
                <w:szCs w:val="20"/>
              </w:rPr>
            </w:pPr>
            <w:r>
              <w:rPr>
                <w:noProof/>
                <w:sz w:val="20"/>
                <w:szCs w:val="20"/>
                <w:lang w:eastAsia="en-GB"/>
              </w:rPr>
              <mc:AlternateContent>
                <mc:Choice Requires="wps">
                  <w:drawing>
                    <wp:anchor distT="0" distB="0" distL="114300" distR="114300" simplePos="0" relativeHeight="251672576" behindDoc="0" locked="0" layoutInCell="1" allowOverlap="1">
                      <wp:simplePos x="0" y="0"/>
                      <wp:positionH relativeFrom="column">
                        <wp:posOffset>1784655</wp:posOffset>
                      </wp:positionH>
                      <wp:positionV relativeFrom="page">
                        <wp:posOffset>3091180</wp:posOffset>
                      </wp:positionV>
                      <wp:extent cx="14631" cy="248716"/>
                      <wp:effectExtent l="19050" t="0" r="42545" b="18415"/>
                      <wp:wrapNone/>
                      <wp:docPr id="76" name="Freeform 76"/>
                      <wp:cNvGraphicFramePr/>
                      <a:graphic xmlns:a="http://schemas.openxmlformats.org/drawingml/2006/main">
                        <a:graphicData uri="http://schemas.microsoft.com/office/word/2010/wordprocessingShape">
                          <wps:wsp>
                            <wps:cNvSpPr/>
                            <wps:spPr>
                              <a:xfrm>
                                <a:off x="0" y="0"/>
                                <a:ext cx="14631" cy="248716"/>
                              </a:xfrm>
                              <a:custGeom>
                                <a:avLst/>
                                <a:gdLst>
                                  <a:gd name="connsiteX0" fmla="*/ 0 w 14631"/>
                                  <a:gd name="connsiteY0" fmla="*/ 0 h 248716"/>
                                  <a:gd name="connsiteX1" fmla="*/ 14631 w 14631"/>
                                  <a:gd name="connsiteY1" fmla="*/ 248716 h 248716"/>
                                </a:gdLst>
                                <a:ahLst/>
                                <a:cxnLst>
                                  <a:cxn ang="0">
                                    <a:pos x="connsiteX0" y="connsiteY0"/>
                                  </a:cxn>
                                  <a:cxn ang="0">
                                    <a:pos x="connsiteX1" y="connsiteY1"/>
                                  </a:cxn>
                                </a:cxnLst>
                                <a:rect l="l" t="t" r="r" b="b"/>
                                <a:pathLst>
                                  <a:path w="14631" h="248716">
                                    <a:moveTo>
                                      <a:pt x="0" y="0"/>
                                    </a:moveTo>
                                    <a:lnTo>
                                      <a:pt x="14631" y="248716"/>
                                    </a:lnTo>
                                  </a:path>
                                </a:pathLst>
                              </a:custGeom>
                              <a:noFill/>
                              <a:ln w="57150">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Freeform 76" o:spid="_x0000_s1026" style="position:absolute;margin-left:140.5pt;margin-top:243.4pt;width:1.15pt;height:19.6pt;z-index:251672576;visibility:visible;mso-wrap-style:square;mso-wrap-distance-left:9pt;mso-wrap-distance-top:0;mso-wrap-distance-right:9pt;mso-wrap-distance-bottom:0;mso-position-horizontal:absolute;mso-position-horizontal-relative:text;mso-position-vertical:absolute;mso-position-vertical-relative:page;v-text-anchor:middle" coordsize="14631,248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" path="m,l14631,248716e" filled="f" strokecolor="white [3212]" strokeweight="4.5pt">
                      <v:stroke joinstyle="miter"/>
                      <v:path arrowok="t" o:connecttype="custom" o:connectlocs="0,0;14631,248716" o:connectangles="0,0"/>
                      <w10:wrap anchory="page"/>
                    </v:shape>
                  </w:pict>
                </mc:Fallback>
              </mc:AlternateContent>
            </w:r>
            <w:r>
              <w:rPr>
                <w:noProof/>
                <w:sz w:val="20"/>
                <w:szCs w:val="20"/>
                <w:lang w:eastAsia="en-GB"/>
              </w:rPr>
              <mc:AlternateContent>
                <mc:Choice Requires="wps">
                  <w:drawing>
                    <wp:anchor distT="0" distB="0" distL="114300" distR="114300" simplePos="0" relativeHeight="251671552" behindDoc="0" locked="0" layoutInCell="1" allowOverlap="1">
                      <wp:simplePos x="0" y="0"/>
                      <wp:positionH relativeFrom="column">
                        <wp:posOffset>1800185</wp:posOffset>
                      </wp:positionH>
                      <wp:positionV relativeFrom="page">
                        <wp:posOffset>3259658</wp:posOffset>
                      </wp:positionV>
                      <wp:extent cx="51841" cy="1638605"/>
                      <wp:effectExtent l="38100" t="19050" r="43815" b="0"/>
                      <wp:wrapNone/>
                      <wp:docPr id="75" name="Freeform 75"/>
                      <wp:cNvGraphicFramePr/>
                      <a:graphic xmlns:a="http://schemas.openxmlformats.org/drawingml/2006/main">
                        <a:graphicData uri="http://schemas.microsoft.com/office/word/2010/wordprocessingShape">
                          <wps:wsp>
                            <wps:cNvSpPr/>
                            <wps:spPr>
                              <a:xfrm>
                                <a:off x="0" y="0"/>
                                <a:ext cx="51841" cy="1638605"/>
                              </a:xfrm>
                              <a:custGeom>
                                <a:avLst/>
                                <a:gdLst>
                                  <a:gd name="connsiteX0" fmla="*/ 294 w 51841"/>
                                  <a:gd name="connsiteY0" fmla="*/ 0 h 1638605"/>
                                  <a:gd name="connsiteX1" fmla="*/ 51500 w 51841"/>
                                  <a:gd name="connsiteY1" fmla="*/ 431597 h 1638605"/>
                                  <a:gd name="connsiteX2" fmla="*/ 22240 w 51841"/>
                                  <a:gd name="connsiteY2" fmla="*/ 790042 h 1638605"/>
                                  <a:gd name="connsiteX3" fmla="*/ 14924 w 51841"/>
                                  <a:gd name="connsiteY3" fmla="*/ 1338682 h 1638605"/>
                                  <a:gd name="connsiteX4" fmla="*/ 294 w 51841"/>
                                  <a:gd name="connsiteY4" fmla="*/ 1536192 h 1638605"/>
                                  <a:gd name="connsiteX5" fmla="*/ 29555 w 51841"/>
                                  <a:gd name="connsiteY5" fmla="*/ 1638605 h 163860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51841" h="1638605">
                                    <a:moveTo>
                                      <a:pt x="294" y="0"/>
                                    </a:moveTo>
                                    <a:cubicBezTo>
                                      <a:pt x="24068" y="149961"/>
                                      <a:pt x="47842" y="299923"/>
                                      <a:pt x="51500" y="431597"/>
                                    </a:cubicBezTo>
                                    <a:cubicBezTo>
                                      <a:pt x="55158" y="563271"/>
                                      <a:pt x="28336" y="638861"/>
                                      <a:pt x="22240" y="790042"/>
                                    </a:cubicBezTo>
                                    <a:cubicBezTo>
                                      <a:pt x="16144" y="941223"/>
                                      <a:pt x="18582" y="1214324"/>
                                      <a:pt x="14924" y="1338682"/>
                                    </a:cubicBezTo>
                                    <a:cubicBezTo>
                                      <a:pt x="11266" y="1463040"/>
                                      <a:pt x="-2144" y="1486205"/>
                                      <a:pt x="294" y="1536192"/>
                                    </a:cubicBezTo>
                                    <a:cubicBezTo>
                                      <a:pt x="2732" y="1586179"/>
                                      <a:pt x="29555" y="1638605"/>
                                      <a:pt x="29555" y="1638605"/>
                                    </a:cubicBezTo>
                                  </a:path>
                                </a:pathLst>
                              </a:custGeom>
                              <a:noFill/>
                              <a:ln w="76200">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Freeform 75" o:spid="_x0000_s1026" style="position:absolute;margin-left:141.75pt;margin-top:256.65pt;width:4.1pt;height:129pt;z-index:251671552;visibility:visible;mso-wrap-style:square;mso-wrap-distance-left:9pt;mso-wrap-distance-top:0;mso-wrap-distance-right:9pt;mso-wrap-distance-bottom:0;mso-position-horizontal:absolute;mso-position-horizontal-relative:text;mso-position-vertical:absolute;mso-position-vertical-relative:page;v-text-anchor:middle" coordsize="51841,16386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" path="m294,c24068,149961,47842,299923,51500,431597,55158,563271,28336,638861,22240,790042v-6096,151181,-3658,424282,-7316,548640c11266,1463040,-2144,1486205,294,1536192v2438,49987,29261,102413,29261,102413e" filled="f" strokecolor="white [3212]" strokeweight="6pt">
                      <v:stroke joinstyle="miter"/>
                      <v:path arrowok="t" o:connecttype="custom" o:connectlocs="294,0;51500,431597;22240,790042;14924,1338682;294,1536192;29555,1638605" o:connectangles="0,0,0,0,0,0"/>
                      <w10:wrap anchory="page"/>
                    </v:shape>
                  </w:pict>
                </mc:Fallback>
              </mc:AlternateContent>
            </w:r>
            <w:r w:rsidR="0023359E">
              <w:rPr>
                <w:noProof/>
                <w:sz w:val="20"/>
                <w:szCs w:val="20"/>
                <w:lang w:eastAsia="en-GB"/>
              </w:rPr>
              <mc:AlternateContent>
                <mc:Choice Requires="wps">
                  <w:drawing>
                    <wp:anchor distT="0" distB="0" distL="114300" distR="114300" simplePos="0" relativeHeight="251670528" behindDoc="0" locked="0" layoutInCell="1" allowOverlap="1">
                      <wp:simplePos x="0" y="0"/>
                      <wp:positionH relativeFrom="column">
                        <wp:posOffset>4031615</wp:posOffset>
                      </wp:positionH>
                      <wp:positionV relativeFrom="page">
                        <wp:posOffset>4782597</wp:posOffset>
                      </wp:positionV>
                      <wp:extent cx="65314" cy="77190"/>
                      <wp:effectExtent l="0" t="0" r="11430" b="18415"/>
                      <wp:wrapNone/>
                      <wp:docPr id="73" name="Freeform 73"/>
                      <wp:cNvGraphicFramePr/>
                      <a:graphic xmlns:a="http://schemas.openxmlformats.org/drawingml/2006/main">
                        <a:graphicData uri="http://schemas.microsoft.com/office/word/2010/wordprocessingShape">
                          <wps:wsp>
                            <wps:cNvSpPr/>
                            <wps:spPr>
                              <a:xfrm>
                                <a:off x="0" y="0"/>
                                <a:ext cx="65314" cy="77190"/>
                              </a:xfrm>
                              <a:custGeom>
                                <a:avLst/>
                                <a:gdLst>
                                  <a:gd name="connsiteX0" fmla="*/ 65314 w 65314"/>
                                  <a:gd name="connsiteY0" fmla="*/ 0 h 77190"/>
                                  <a:gd name="connsiteX1" fmla="*/ 59377 w 65314"/>
                                  <a:gd name="connsiteY1" fmla="*/ 29689 h 77190"/>
                                  <a:gd name="connsiteX2" fmla="*/ 41564 w 65314"/>
                                  <a:gd name="connsiteY2" fmla="*/ 35626 h 77190"/>
                                  <a:gd name="connsiteX3" fmla="*/ 23751 w 65314"/>
                                  <a:gd name="connsiteY3" fmla="*/ 47502 h 77190"/>
                                  <a:gd name="connsiteX4" fmla="*/ 17813 w 65314"/>
                                  <a:gd name="connsiteY4" fmla="*/ 65315 h 77190"/>
                                  <a:gd name="connsiteX5" fmla="*/ 0 w 65314"/>
                                  <a:gd name="connsiteY5" fmla="*/ 77190 h 7719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65314" h="77190">
                                    <a:moveTo>
                                      <a:pt x="65314" y="0"/>
                                    </a:moveTo>
                                    <a:cubicBezTo>
                                      <a:pt x="63335" y="9896"/>
                                      <a:pt x="64975" y="21292"/>
                                      <a:pt x="59377" y="29689"/>
                                    </a:cubicBezTo>
                                    <a:cubicBezTo>
                                      <a:pt x="55905" y="34897"/>
                                      <a:pt x="47162" y="32827"/>
                                      <a:pt x="41564" y="35626"/>
                                    </a:cubicBezTo>
                                    <a:cubicBezTo>
                                      <a:pt x="35181" y="38817"/>
                                      <a:pt x="29689" y="43543"/>
                                      <a:pt x="23751" y="47502"/>
                                    </a:cubicBezTo>
                                    <a:cubicBezTo>
                                      <a:pt x="21772" y="53440"/>
                                      <a:pt x="21723" y="60428"/>
                                      <a:pt x="17813" y="65315"/>
                                    </a:cubicBezTo>
                                    <a:cubicBezTo>
                                      <a:pt x="13355" y="70887"/>
                                      <a:pt x="0" y="77190"/>
                                      <a:pt x="0" y="77190"/>
                                    </a:cubicBezTo>
                                  </a:path>
                                </a:pathLst>
                              </a:cu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Freeform 73" o:spid="_x0000_s1026" style="position:absolute;margin-left:317.45pt;margin-top:376.6pt;width:5.15pt;height:6.1pt;z-index:251670528;visibility:visible;mso-wrap-style:square;mso-wrap-distance-left:9pt;mso-wrap-distance-top:0;mso-wrap-distance-right:9pt;mso-wrap-distance-bottom:0;mso-position-horizontal:absolute;mso-position-horizontal-relative:text;mso-position-vertical:absolute;mso-position-vertical-relative:page;v-text-anchor:middle" coordsize="65314,771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" path="m65314,v-1979,9896,-339,21292,-5937,29689c55905,34897,47162,32827,41564,35626,35181,38817,29689,43543,23751,47502v-1979,5938,-2028,12926,-5938,17813c13355,70887,,77190,,77190e" filled="f" strokecolor="red" strokeweight="1pt">
                      <v:stroke joinstyle="miter"/>
                      <v:path arrowok="t" o:connecttype="custom" o:connectlocs="65314,0;59377,29689;41564,35626;23751,47502;17813,65315;0,77190" o:connectangles="0,0,0,0,0,0"/>
                      <w10:wrap anchory="page"/>
                    </v:shape>
                  </w:pict>
                </mc:Fallback>
              </mc:AlternateContent>
            </w:r>
            <w:r w:rsidR="0023359E">
              <w:rPr>
                <w:noProof/>
                <w:sz w:val="20"/>
                <w:szCs w:val="20"/>
                <w:lang w:eastAsia="en-GB"/>
              </w:rPr>
              <mc:AlternateContent>
                <mc:Choice Requires="wps">
                  <w:drawing>
                    <wp:anchor distT="0" distB="0" distL="114300" distR="114300" simplePos="0" relativeHeight="251669504" behindDoc="0" locked="0" layoutInCell="1" allowOverlap="1">
                      <wp:simplePos x="0" y="0"/>
                      <wp:positionH relativeFrom="column">
                        <wp:posOffset>4114742</wp:posOffset>
                      </wp:positionH>
                      <wp:positionV relativeFrom="page">
                        <wp:posOffset>4735096</wp:posOffset>
                      </wp:positionV>
                      <wp:extent cx="95003" cy="89065"/>
                      <wp:effectExtent l="0" t="0" r="19685" b="25400"/>
                      <wp:wrapNone/>
                      <wp:docPr id="72" name="Freeform 72"/>
                      <wp:cNvGraphicFramePr/>
                      <a:graphic xmlns:a="http://schemas.openxmlformats.org/drawingml/2006/main">
                        <a:graphicData uri="http://schemas.microsoft.com/office/word/2010/wordprocessingShape">
                          <wps:wsp>
                            <wps:cNvSpPr/>
                            <wps:spPr>
                              <a:xfrm>
                                <a:off x="0" y="0"/>
                                <a:ext cx="95003" cy="89065"/>
                              </a:xfrm>
                              <a:custGeom>
                                <a:avLst/>
                                <a:gdLst>
                                  <a:gd name="connsiteX0" fmla="*/ 0 w 95003"/>
                                  <a:gd name="connsiteY0" fmla="*/ 0 h 89065"/>
                                  <a:gd name="connsiteX1" fmla="*/ 35626 w 95003"/>
                                  <a:gd name="connsiteY1" fmla="*/ 5938 h 89065"/>
                                  <a:gd name="connsiteX2" fmla="*/ 53439 w 95003"/>
                                  <a:gd name="connsiteY2" fmla="*/ 41564 h 89065"/>
                                  <a:gd name="connsiteX3" fmla="*/ 83128 w 95003"/>
                                  <a:gd name="connsiteY3" fmla="*/ 47501 h 89065"/>
                                  <a:gd name="connsiteX4" fmla="*/ 89065 w 95003"/>
                                  <a:gd name="connsiteY4" fmla="*/ 65314 h 89065"/>
                                  <a:gd name="connsiteX5" fmla="*/ 95003 w 95003"/>
                                  <a:gd name="connsiteY5" fmla="*/ 89065 h 890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95003" h="89065">
                                    <a:moveTo>
                                      <a:pt x="0" y="0"/>
                                    </a:moveTo>
                                    <a:cubicBezTo>
                                      <a:pt x="11875" y="1979"/>
                                      <a:pt x="24353" y="1711"/>
                                      <a:pt x="35626" y="5938"/>
                                    </a:cubicBezTo>
                                    <a:cubicBezTo>
                                      <a:pt x="63791" y="16500"/>
                                      <a:pt x="30811" y="22707"/>
                                      <a:pt x="53439" y="41564"/>
                                    </a:cubicBezTo>
                                    <a:cubicBezTo>
                                      <a:pt x="61192" y="48025"/>
                                      <a:pt x="73232" y="45522"/>
                                      <a:pt x="83128" y="47501"/>
                                    </a:cubicBezTo>
                                    <a:cubicBezTo>
                                      <a:pt x="85107" y="53439"/>
                                      <a:pt x="87346" y="59296"/>
                                      <a:pt x="89065" y="65314"/>
                                    </a:cubicBezTo>
                                    <a:cubicBezTo>
                                      <a:pt x="91307" y="73161"/>
                                      <a:pt x="95003" y="89065"/>
                                      <a:pt x="95003" y="89065"/>
                                    </a:cubicBezTo>
                                  </a:path>
                                </a:pathLst>
                              </a:cu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Freeform 72" o:spid="_x0000_s1026" style="position:absolute;margin-left:324pt;margin-top:372.85pt;width:7.5pt;height:7pt;z-index:251669504;visibility:visible;mso-wrap-style:square;mso-wrap-distance-left:9pt;mso-wrap-distance-top:0;mso-wrap-distance-right:9pt;mso-wrap-distance-bottom:0;mso-position-horizontal:absolute;mso-position-horizontal-relative:text;mso-position-vertical:absolute;mso-position-vertical-relative:page;v-text-anchor:middle" coordsize="95003,890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" path="m,c11875,1979,24353,1711,35626,5938,63791,16500,30811,22707,53439,41564v7753,6461,19793,3958,29689,5937c85107,53439,87346,59296,89065,65314v2242,7847,5938,23751,5938,23751e" filled="f" strokecolor="red" strokeweight="1pt">
                      <v:stroke joinstyle="miter"/>
                      <v:path arrowok="t" o:connecttype="custom" o:connectlocs="0,0;35626,5938;53439,41564;83128,47501;89065,65314;95003,89065" o:connectangles="0,0,0,0,0,0"/>
                      <w10:wrap anchory="page"/>
                    </v:shape>
                  </w:pict>
                </mc:Fallback>
              </mc:AlternateContent>
            </w:r>
            <w:r w:rsidR="0023359E">
              <w:rPr>
                <w:noProof/>
                <w:sz w:val="20"/>
                <w:szCs w:val="20"/>
                <w:lang w:eastAsia="en-GB"/>
              </w:rPr>
              <mc:AlternateContent>
                <mc:Choice Requires="wps">
                  <w:drawing>
                    <wp:anchor distT="0" distB="0" distL="114300" distR="114300" simplePos="0" relativeHeight="251668480" behindDoc="0" locked="0" layoutInCell="1" allowOverlap="1">
                      <wp:simplePos x="0" y="0"/>
                      <wp:positionH relativeFrom="column">
                        <wp:posOffset>4102867</wp:posOffset>
                      </wp:positionH>
                      <wp:positionV relativeFrom="page">
                        <wp:posOffset>4200706</wp:posOffset>
                      </wp:positionV>
                      <wp:extent cx="13744" cy="516577"/>
                      <wp:effectExtent l="57150" t="0" r="62865" b="55245"/>
                      <wp:wrapNone/>
                      <wp:docPr id="71" name="Freeform 71"/>
                      <wp:cNvGraphicFramePr/>
                      <a:graphic xmlns:a="http://schemas.openxmlformats.org/drawingml/2006/main">
                        <a:graphicData uri="http://schemas.microsoft.com/office/word/2010/wordprocessingShape">
                          <wps:wsp>
                            <wps:cNvSpPr/>
                            <wps:spPr>
                              <a:xfrm>
                                <a:off x="0" y="0"/>
                                <a:ext cx="13744" cy="516577"/>
                              </a:xfrm>
                              <a:custGeom>
                                <a:avLst/>
                                <a:gdLst>
                                  <a:gd name="connsiteX0" fmla="*/ 11875 w 13744"/>
                                  <a:gd name="connsiteY0" fmla="*/ 0 h 516577"/>
                                  <a:gd name="connsiteX1" fmla="*/ 11875 w 13744"/>
                                  <a:gd name="connsiteY1" fmla="*/ 195943 h 516577"/>
                                  <a:gd name="connsiteX2" fmla="*/ 11875 w 13744"/>
                                  <a:gd name="connsiteY2" fmla="*/ 320634 h 516577"/>
                                  <a:gd name="connsiteX3" fmla="*/ 0 w 13744"/>
                                  <a:gd name="connsiteY3" fmla="*/ 427512 h 516577"/>
                                  <a:gd name="connsiteX4" fmla="*/ 11875 w 13744"/>
                                  <a:gd name="connsiteY4" fmla="*/ 516577 h 516577"/>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3744" h="516577">
                                    <a:moveTo>
                                      <a:pt x="11875" y="0"/>
                                    </a:moveTo>
                                    <a:lnTo>
                                      <a:pt x="11875" y="195943"/>
                                    </a:lnTo>
                                    <a:cubicBezTo>
                                      <a:pt x="11875" y="249382"/>
                                      <a:pt x="13854" y="282039"/>
                                      <a:pt x="11875" y="320634"/>
                                    </a:cubicBezTo>
                                    <a:cubicBezTo>
                                      <a:pt x="9896" y="359229"/>
                                      <a:pt x="0" y="394855"/>
                                      <a:pt x="0" y="427512"/>
                                    </a:cubicBezTo>
                                    <a:cubicBezTo>
                                      <a:pt x="0" y="460169"/>
                                      <a:pt x="19792" y="511629"/>
                                      <a:pt x="11875" y="516577"/>
                                    </a:cubicBezTo>
                                  </a:path>
                                </a:pathLst>
                              </a:custGeom>
                              <a:noFill/>
                              <a:ln w="19050">
                                <a:solidFill>
                                  <a:srgbClr val="FF0000"/>
                                </a:solidFill>
                                <a:headEnd type="none" w="med" len="med"/>
                                <a:tailEnd type="triangle" w="med" len="me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Freeform 71" o:spid="_x0000_s1026" style="position:absolute;margin-left:323.05pt;margin-top:330.75pt;width:1.1pt;height:40.7pt;z-index:251668480;visibility:visible;mso-wrap-style:square;mso-wrap-distance-left:9pt;mso-wrap-distance-top:0;mso-wrap-distance-right:9pt;mso-wrap-distance-bottom:0;mso-position-horizontal:absolute;mso-position-horizontal-relative:text;mso-position-vertical:absolute;mso-position-vertical-relative:page;v-text-anchor:middle" coordsize="13744,5165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" path="m11875,r,195943c11875,249382,13854,282039,11875,320634,9896,359229,,394855,,427512v,32657,19792,84117,11875,89065e" filled="f" strokecolor="red" strokeweight="1.5pt">
                      <v:stroke endarrow="block" joinstyle="miter"/>
                      <v:path arrowok="t" o:connecttype="custom" o:connectlocs="11875,0;11875,195943;11875,320634;0,427512;11875,516577" o:connectangles="0,0,0,0,0"/>
                      <w10:wrap anchory="page"/>
                    </v:shape>
                  </w:pict>
                </mc:Fallback>
              </mc:AlternateContent>
            </w:r>
            <w:r w:rsidR="0023359E">
              <w:rPr>
                <w:noProof/>
                <w:sz w:val="20"/>
                <w:szCs w:val="20"/>
                <w:lang w:eastAsia="en-GB"/>
              </w:rPr>
              <mc:AlternateContent>
                <mc:Choice Requires="wps">
                  <w:drawing>
                    <wp:anchor distT="0" distB="0" distL="114300" distR="114300" simplePos="0" relativeHeight="251667456" behindDoc="0" locked="0" layoutInCell="1" allowOverlap="1">
                      <wp:simplePos x="0" y="0"/>
                      <wp:positionH relativeFrom="column">
                        <wp:posOffset>4114742</wp:posOffset>
                      </wp:positionH>
                      <wp:positionV relativeFrom="page">
                        <wp:posOffset>3886010</wp:posOffset>
                      </wp:positionV>
                      <wp:extent cx="285008" cy="320634"/>
                      <wp:effectExtent l="0" t="0" r="20320" b="22860"/>
                      <wp:wrapNone/>
                      <wp:docPr id="70" name="Freeform 70"/>
                      <wp:cNvGraphicFramePr/>
                      <a:graphic xmlns:a="http://schemas.openxmlformats.org/drawingml/2006/main">
                        <a:graphicData uri="http://schemas.microsoft.com/office/word/2010/wordprocessingShape">
                          <wps:wsp>
                            <wps:cNvSpPr/>
                            <wps:spPr>
                              <a:xfrm>
                                <a:off x="0" y="0"/>
                                <a:ext cx="285008" cy="320634"/>
                              </a:xfrm>
                              <a:custGeom>
                                <a:avLst/>
                                <a:gdLst>
                                  <a:gd name="connsiteX0" fmla="*/ 261257 w 285008"/>
                                  <a:gd name="connsiteY0" fmla="*/ 0 h 320634"/>
                                  <a:gd name="connsiteX1" fmla="*/ 273133 w 285008"/>
                                  <a:gd name="connsiteY1" fmla="*/ 29689 h 320634"/>
                                  <a:gd name="connsiteX2" fmla="*/ 285008 w 285008"/>
                                  <a:gd name="connsiteY2" fmla="*/ 65315 h 320634"/>
                                  <a:gd name="connsiteX3" fmla="*/ 279070 w 285008"/>
                                  <a:gd name="connsiteY3" fmla="*/ 83128 h 320634"/>
                                  <a:gd name="connsiteX4" fmla="*/ 249382 w 285008"/>
                                  <a:gd name="connsiteY4" fmla="*/ 118754 h 320634"/>
                                  <a:gd name="connsiteX5" fmla="*/ 231569 w 285008"/>
                                  <a:gd name="connsiteY5" fmla="*/ 124691 h 320634"/>
                                  <a:gd name="connsiteX6" fmla="*/ 213756 w 285008"/>
                                  <a:gd name="connsiteY6" fmla="*/ 136567 h 320634"/>
                                  <a:gd name="connsiteX7" fmla="*/ 207818 w 285008"/>
                                  <a:gd name="connsiteY7" fmla="*/ 178130 h 320634"/>
                                  <a:gd name="connsiteX8" fmla="*/ 190005 w 285008"/>
                                  <a:gd name="connsiteY8" fmla="*/ 243444 h 320634"/>
                                  <a:gd name="connsiteX9" fmla="*/ 178130 w 285008"/>
                                  <a:gd name="connsiteY9" fmla="*/ 255320 h 320634"/>
                                  <a:gd name="connsiteX10" fmla="*/ 124691 w 285008"/>
                                  <a:gd name="connsiteY10" fmla="*/ 279070 h 320634"/>
                                  <a:gd name="connsiteX11" fmla="*/ 106878 w 285008"/>
                                  <a:gd name="connsiteY11" fmla="*/ 285008 h 320634"/>
                                  <a:gd name="connsiteX12" fmla="*/ 23751 w 285008"/>
                                  <a:gd name="connsiteY12" fmla="*/ 285008 h 320634"/>
                                  <a:gd name="connsiteX13" fmla="*/ 17813 w 285008"/>
                                  <a:gd name="connsiteY13" fmla="*/ 308759 h 320634"/>
                                  <a:gd name="connsiteX14" fmla="*/ 0 w 285008"/>
                                  <a:gd name="connsiteY14" fmla="*/ 320634 h 32063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Lst>
                                <a:rect l="l" t="t" r="r" b="b"/>
                                <a:pathLst>
                                  <a:path w="285008" h="320634">
                                    <a:moveTo>
                                      <a:pt x="261257" y="0"/>
                                    </a:moveTo>
                                    <a:cubicBezTo>
                                      <a:pt x="265216" y="9896"/>
                                      <a:pt x="269490" y="19672"/>
                                      <a:pt x="273133" y="29689"/>
                                    </a:cubicBezTo>
                                    <a:cubicBezTo>
                                      <a:pt x="277411" y="41453"/>
                                      <a:pt x="285008" y="65315"/>
                                      <a:pt x="285008" y="65315"/>
                                    </a:cubicBezTo>
                                    <a:cubicBezTo>
                                      <a:pt x="283029" y="71253"/>
                                      <a:pt x="281869" y="77530"/>
                                      <a:pt x="279070" y="83128"/>
                                    </a:cubicBezTo>
                                    <a:cubicBezTo>
                                      <a:pt x="273593" y="94082"/>
                                      <a:pt x="259231" y="112188"/>
                                      <a:pt x="249382" y="118754"/>
                                    </a:cubicBezTo>
                                    <a:cubicBezTo>
                                      <a:pt x="244174" y="122226"/>
                                      <a:pt x="237507" y="122712"/>
                                      <a:pt x="231569" y="124691"/>
                                    </a:cubicBezTo>
                                    <a:cubicBezTo>
                                      <a:pt x="225631" y="128650"/>
                                      <a:pt x="216654" y="130046"/>
                                      <a:pt x="213756" y="136567"/>
                                    </a:cubicBezTo>
                                    <a:cubicBezTo>
                                      <a:pt x="208072" y="149356"/>
                                      <a:pt x="210119" y="164325"/>
                                      <a:pt x="207818" y="178130"/>
                                    </a:cubicBezTo>
                                    <a:cubicBezTo>
                                      <a:pt x="202222" y="211708"/>
                                      <a:pt x="201606" y="208645"/>
                                      <a:pt x="190005" y="243444"/>
                                    </a:cubicBezTo>
                                    <a:cubicBezTo>
                                      <a:pt x="188235" y="248755"/>
                                      <a:pt x="182501" y="251823"/>
                                      <a:pt x="178130" y="255320"/>
                                    </a:cubicBezTo>
                                    <a:cubicBezTo>
                                      <a:pt x="157968" y="271450"/>
                                      <a:pt x="152937" y="269655"/>
                                      <a:pt x="124691" y="279070"/>
                                    </a:cubicBezTo>
                                    <a:lnTo>
                                      <a:pt x="106878" y="285008"/>
                                    </a:lnTo>
                                    <a:cubicBezTo>
                                      <a:pt x="79470" y="279526"/>
                                      <a:pt x="51960" y="270903"/>
                                      <a:pt x="23751" y="285008"/>
                                    </a:cubicBezTo>
                                    <a:cubicBezTo>
                                      <a:pt x="16452" y="288658"/>
                                      <a:pt x="22340" y="301969"/>
                                      <a:pt x="17813" y="308759"/>
                                    </a:cubicBezTo>
                                    <a:cubicBezTo>
                                      <a:pt x="13855" y="314697"/>
                                      <a:pt x="0" y="320634"/>
                                      <a:pt x="0" y="320634"/>
                                    </a:cubicBezTo>
                                  </a:path>
                                </a:pathLst>
                              </a:cu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Freeform 70" o:spid="_x0000_s1026" style="position:absolute;margin-left:324pt;margin-top:306pt;width:22.45pt;height:25.25pt;z-index:251667456;visibility:visible;mso-wrap-style:square;mso-wrap-distance-left:9pt;mso-wrap-distance-top:0;mso-wrap-distance-right:9pt;mso-wrap-distance-bottom:0;mso-position-horizontal:absolute;mso-position-horizontal-relative:text;mso-position-vertical:absolute;mso-position-vertical-relative:page;v-text-anchor:middle" coordsize="285008,3206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" path="m261257,v3959,9896,8233,19672,11876,29689c277411,41453,285008,65315,285008,65315v-1979,5938,-3139,12215,-5938,17813c273593,94082,259231,112188,249382,118754v-5208,3472,-11875,3958,-17813,5937c225631,128650,216654,130046,213756,136567v-5684,12789,-3637,27758,-5938,41563c202222,211708,201606,208645,190005,243444v-1770,5311,-7504,8379,-11875,11876c157968,271450,152937,269655,124691,279070r-17813,5938c79470,279526,51960,270903,23751,285008v-7299,3650,-1411,16961,-5938,23751c13855,314697,,320634,,320634e" filled="f" strokecolor="red" strokeweight="1.5pt">
                      <v:stroke joinstyle="miter"/>
                      <v:path arrowok="t" o:connecttype="custom" o:connectlocs="261257,0;273133,29689;285008,65315;279070,83128;249382,118754;231569,124691;213756,136567;207818,178130;190005,243444;178130,255320;124691,279070;106878,285008;23751,285008;17813,308759;0,320634" o:connectangles="0,0,0,0,0,0,0,0,0,0,0,0,0,0,0"/>
                      <w10:wrap anchory="page"/>
                    </v:shape>
                  </w:pict>
                </mc:Fallback>
              </mc:AlternateContent>
            </w:r>
            <w:r w:rsidR="0023359E">
              <w:rPr>
                <w:noProof/>
                <w:sz w:val="20"/>
                <w:szCs w:val="20"/>
                <w:lang w:eastAsia="en-GB"/>
              </w:rPr>
              <mc:AlternateContent>
                <mc:Choice Requires="wps">
                  <w:drawing>
                    <wp:anchor distT="0" distB="0" distL="114300" distR="114300" simplePos="0" relativeHeight="251666432" behindDoc="0" locked="0" layoutInCell="1" allowOverlap="1">
                      <wp:simplePos x="0" y="0"/>
                      <wp:positionH relativeFrom="column">
                        <wp:posOffset>1971246</wp:posOffset>
                      </wp:positionH>
                      <wp:positionV relativeFrom="page">
                        <wp:posOffset>3444449</wp:posOffset>
                      </wp:positionV>
                      <wp:extent cx="137093" cy="282817"/>
                      <wp:effectExtent l="19050" t="0" r="15875" b="22225"/>
                      <wp:wrapNone/>
                      <wp:docPr id="69" name="Freeform 69"/>
                      <wp:cNvGraphicFramePr/>
                      <a:graphic xmlns:a="http://schemas.openxmlformats.org/drawingml/2006/main">
                        <a:graphicData uri="http://schemas.microsoft.com/office/word/2010/wordprocessingShape">
                          <wps:wsp>
                            <wps:cNvSpPr/>
                            <wps:spPr>
                              <a:xfrm>
                                <a:off x="0" y="0"/>
                                <a:ext cx="137093" cy="282817"/>
                              </a:xfrm>
                              <a:custGeom>
                                <a:avLst/>
                                <a:gdLst>
                                  <a:gd name="connsiteX0" fmla="*/ 95003 w 95003"/>
                                  <a:gd name="connsiteY0" fmla="*/ 35626 h 245017"/>
                                  <a:gd name="connsiteX1" fmla="*/ 89065 w 95003"/>
                                  <a:gd name="connsiteY1" fmla="*/ 5938 h 245017"/>
                                  <a:gd name="connsiteX2" fmla="*/ 71252 w 95003"/>
                                  <a:gd name="connsiteY2" fmla="*/ 0 h 245017"/>
                                  <a:gd name="connsiteX3" fmla="*/ 35626 w 95003"/>
                                  <a:gd name="connsiteY3" fmla="*/ 17813 h 245017"/>
                                  <a:gd name="connsiteX4" fmla="*/ 17813 w 95003"/>
                                  <a:gd name="connsiteY4" fmla="*/ 53439 h 245017"/>
                                  <a:gd name="connsiteX5" fmla="*/ 0 w 95003"/>
                                  <a:gd name="connsiteY5" fmla="*/ 136567 h 245017"/>
                                  <a:gd name="connsiteX6" fmla="*/ 5938 w 95003"/>
                                  <a:gd name="connsiteY6" fmla="*/ 225631 h 245017"/>
                                  <a:gd name="connsiteX7" fmla="*/ 17813 w 95003"/>
                                  <a:gd name="connsiteY7" fmla="*/ 243444 h 245017"/>
                                  <a:gd name="connsiteX8" fmla="*/ 41564 w 95003"/>
                                  <a:gd name="connsiteY8" fmla="*/ 243444 h 245017"/>
                                  <a:gd name="connsiteX0" fmla="*/ 137093 w 137093"/>
                                  <a:gd name="connsiteY0" fmla="*/ 1384 h 282817"/>
                                  <a:gd name="connsiteX1" fmla="*/ 89065 w 137093"/>
                                  <a:gd name="connsiteY1" fmla="*/ 43738 h 282817"/>
                                  <a:gd name="connsiteX2" fmla="*/ 71252 w 137093"/>
                                  <a:gd name="connsiteY2" fmla="*/ 37800 h 282817"/>
                                  <a:gd name="connsiteX3" fmla="*/ 35626 w 137093"/>
                                  <a:gd name="connsiteY3" fmla="*/ 55613 h 282817"/>
                                  <a:gd name="connsiteX4" fmla="*/ 17813 w 137093"/>
                                  <a:gd name="connsiteY4" fmla="*/ 91239 h 282817"/>
                                  <a:gd name="connsiteX5" fmla="*/ 0 w 137093"/>
                                  <a:gd name="connsiteY5" fmla="*/ 174367 h 282817"/>
                                  <a:gd name="connsiteX6" fmla="*/ 5938 w 137093"/>
                                  <a:gd name="connsiteY6" fmla="*/ 263431 h 282817"/>
                                  <a:gd name="connsiteX7" fmla="*/ 17813 w 137093"/>
                                  <a:gd name="connsiteY7" fmla="*/ 281244 h 282817"/>
                                  <a:gd name="connsiteX8" fmla="*/ 41564 w 137093"/>
                                  <a:gd name="connsiteY8" fmla="*/ 281244 h 28281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37093" h="282817">
                                    <a:moveTo>
                                      <a:pt x="137093" y="1384"/>
                                    </a:moveTo>
                                    <a:cubicBezTo>
                                      <a:pt x="135114" y="-8512"/>
                                      <a:pt x="100039" y="37669"/>
                                      <a:pt x="89065" y="43738"/>
                                    </a:cubicBezTo>
                                    <a:cubicBezTo>
                                      <a:pt x="78091" y="49807"/>
                                      <a:pt x="77511" y="37800"/>
                                      <a:pt x="71252" y="37800"/>
                                    </a:cubicBezTo>
                                    <a:cubicBezTo>
                                      <a:pt x="58962" y="37800"/>
                                      <a:pt x="44631" y="49610"/>
                                      <a:pt x="35626" y="55613"/>
                                    </a:cubicBezTo>
                                    <a:cubicBezTo>
                                      <a:pt x="27075" y="68440"/>
                                      <a:pt x="20048" y="75596"/>
                                      <a:pt x="17813" y="91239"/>
                                    </a:cubicBezTo>
                                    <a:cubicBezTo>
                                      <a:pt x="6440" y="170844"/>
                                      <a:pt x="25564" y="136019"/>
                                      <a:pt x="0" y="174367"/>
                                    </a:cubicBezTo>
                                    <a:cubicBezTo>
                                      <a:pt x="1979" y="204055"/>
                                      <a:pt x="1046" y="234082"/>
                                      <a:pt x="5938" y="263431"/>
                                    </a:cubicBezTo>
                                    <a:cubicBezTo>
                                      <a:pt x="7111" y="270470"/>
                                      <a:pt x="11430" y="278053"/>
                                      <a:pt x="17813" y="281244"/>
                                    </a:cubicBezTo>
                                    <a:cubicBezTo>
                                      <a:pt x="24894" y="284785"/>
                                      <a:pt x="33647" y="281244"/>
                                      <a:pt x="41564" y="281244"/>
                                    </a:cubicBezTo>
                                  </a:path>
                                </a:pathLst>
                              </a:cu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Freeform 69" o:spid="_x0000_s1026" style="position:absolute;margin-left:155.2pt;margin-top:271.2pt;width:10.8pt;height:22.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37093,2828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" path="m137093,1384c135114,-8512,100039,37669,89065,43738,78091,49807,77511,37800,71252,37800v-12290,,-26621,11810,-35626,17813c27075,68440,20048,75596,17813,91239,6440,170844,25564,136019,,174367v1979,29688,1046,59715,5938,89064c7111,270470,11430,278053,17813,281244v7081,3541,15834,,23751,e" filled="f" strokecolor="red" strokeweight="1.5pt">
                      <v:stroke joinstyle="miter"/>
                      <v:path arrowok="t" o:connecttype="custom" o:connectlocs="137093,1384;89065,43738;71252,37800;35626,55613;17813,91239;0,174367;5938,263431;17813,281244;41564,281244" o:connectangles="0,0,0,0,0,0,0,0,0"/>
                      <w10:wrap anchory="page"/>
                    </v:shape>
                  </w:pict>
                </mc:Fallback>
              </mc:AlternateContent>
            </w:r>
            <w:r w:rsidR="0023359E">
              <w:rPr>
                <w:noProof/>
                <w:sz w:val="20"/>
                <w:szCs w:val="20"/>
                <w:lang w:eastAsia="en-GB"/>
              </w:rPr>
              <mc:AlternateContent>
                <mc:Choice Requires="wps">
                  <w:drawing>
                    <wp:anchor distT="0" distB="0" distL="114300" distR="114300" simplePos="0" relativeHeight="251665408" behindDoc="0" locked="0" layoutInCell="1" allowOverlap="1">
                      <wp:simplePos x="0" y="0"/>
                      <wp:positionH relativeFrom="column">
                        <wp:posOffset>2095628</wp:posOffset>
                      </wp:positionH>
                      <wp:positionV relativeFrom="page">
                        <wp:posOffset>2835044</wp:posOffset>
                      </wp:positionV>
                      <wp:extent cx="36840" cy="676894"/>
                      <wp:effectExtent l="38100" t="0" r="58420" b="66675"/>
                      <wp:wrapNone/>
                      <wp:docPr id="68" name="Freeform 68"/>
                      <wp:cNvGraphicFramePr/>
                      <a:graphic xmlns:a="http://schemas.openxmlformats.org/drawingml/2006/main">
                        <a:graphicData uri="http://schemas.microsoft.com/office/word/2010/wordprocessingShape">
                          <wps:wsp>
                            <wps:cNvSpPr/>
                            <wps:spPr>
                              <a:xfrm>
                                <a:off x="0" y="0"/>
                                <a:ext cx="36840" cy="676894"/>
                              </a:xfrm>
                              <a:custGeom>
                                <a:avLst/>
                                <a:gdLst>
                                  <a:gd name="connsiteX0" fmla="*/ 12184 w 36840"/>
                                  <a:gd name="connsiteY0" fmla="*/ 0 h 676894"/>
                                  <a:gd name="connsiteX1" fmla="*/ 29997 w 36840"/>
                                  <a:gd name="connsiteY1" fmla="*/ 190005 h 676894"/>
                                  <a:gd name="connsiteX2" fmla="*/ 35935 w 36840"/>
                                  <a:gd name="connsiteY2" fmla="*/ 356260 h 676894"/>
                                  <a:gd name="connsiteX3" fmla="*/ 12184 w 36840"/>
                                  <a:gd name="connsiteY3" fmla="*/ 581891 h 676894"/>
                                  <a:gd name="connsiteX4" fmla="*/ 309 w 36840"/>
                                  <a:gd name="connsiteY4" fmla="*/ 676894 h 676894"/>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6840" h="676894">
                                    <a:moveTo>
                                      <a:pt x="12184" y="0"/>
                                    </a:moveTo>
                                    <a:cubicBezTo>
                                      <a:pt x="19111" y="65314"/>
                                      <a:pt x="26039" y="130628"/>
                                      <a:pt x="29997" y="190005"/>
                                    </a:cubicBezTo>
                                    <a:cubicBezTo>
                                      <a:pt x="33955" y="249382"/>
                                      <a:pt x="38904" y="290946"/>
                                      <a:pt x="35935" y="356260"/>
                                    </a:cubicBezTo>
                                    <a:cubicBezTo>
                                      <a:pt x="32966" y="421574"/>
                                      <a:pt x="18122" y="528452"/>
                                      <a:pt x="12184" y="581891"/>
                                    </a:cubicBezTo>
                                    <a:cubicBezTo>
                                      <a:pt x="6246" y="635330"/>
                                      <a:pt x="-1670" y="663039"/>
                                      <a:pt x="309" y="676894"/>
                                    </a:cubicBezTo>
                                  </a:path>
                                </a:pathLst>
                              </a:custGeom>
                              <a:noFill/>
                              <a:ln w="19050">
                                <a:solidFill>
                                  <a:srgbClr val="FF0000"/>
                                </a:solidFill>
                                <a:headEnd type="none" w="med" len="med"/>
                                <a:tailEnd type="triangle" w="med" len="me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Freeform 68" o:spid="_x0000_s1026" style="position:absolute;margin-left:165pt;margin-top:223.25pt;width:2.9pt;height:53.3pt;z-index:251665408;visibility:visible;mso-wrap-style:square;mso-wrap-distance-left:9pt;mso-wrap-distance-top:0;mso-wrap-distance-right:9pt;mso-wrap-distance-bottom:0;mso-position-horizontal:absolute;mso-position-horizontal-relative:text;mso-position-vertical:absolute;mso-position-vertical-relative:page;v-text-anchor:middle" coordsize="36840,6768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" path="m12184,v6927,65314,13855,130628,17813,190005c33955,249382,38904,290946,35935,356260,32966,421574,18122,528452,12184,581891,6246,635330,-1670,663039,309,676894e" filled="f" strokecolor="red" strokeweight="1.5pt">
                      <v:stroke endarrow="block" joinstyle="miter"/>
                      <v:path arrowok="t" o:connecttype="custom" o:connectlocs="12184,0;29997,190005;35935,356260;12184,581891;309,676894" o:connectangles="0,0,0,0,0"/>
                      <w10:wrap anchory="page"/>
                    </v:shape>
                  </w:pict>
                </mc:Fallback>
              </mc:AlternateContent>
            </w:r>
            <w:r w:rsidR="0023359E">
              <w:rPr>
                <w:noProof/>
                <w:sz w:val="20"/>
                <w:szCs w:val="20"/>
                <w:lang w:eastAsia="en-GB"/>
              </w:rPr>
              <mc:AlternateContent>
                <mc:Choice Requires="wps">
                  <w:drawing>
                    <wp:anchor distT="0" distB="0" distL="114300" distR="114300" simplePos="0" relativeHeight="251664384" behindDoc="0" locked="0" layoutInCell="1" allowOverlap="1">
                      <wp:simplePos x="0" y="0"/>
                      <wp:positionH relativeFrom="column">
                        <wp:posOffset>2089693</wp:posOffset>
                      </wp:positionH>
                      <wp:positionV relativeFrom="page">
                        <wp:posOffset>3294924</wp:posOffset>
                      </wp:positionV>
                      <wp:extent cx="18181" cy="154020"/>
                      <wp:effectExtent l="0" t="0" r="20320" b="17780"/>
                      <wp:wrapNone/>
                      <wp:docPr id="67" name="Freeform 67"/>
                      <wp:cNvGraphicFramePr/>
                      <a:graphic xmlns:a="http://schemas.openxmlformats.org/drawingml/2006/main">
                        <a:graphicData uri="http://schemas.microsoft.com/office/word/2010/wordprocessingShape">
                          <wps:wsp>
                            <wps:cNvSpPr/>
                            <wps:spPr>
                              <a:xfrm>
                                <a:off x="0" y="0"/>
                                <a:ext cx="18181" cy="154020"/>
                              </a:xfrm>
                              <a:custGeom>
                                <a:avLst/>
                                <a:gdLst>
                                  <a:gd name="connsiteX0" fmla="*/ 18119 w 18181"/>
                                  <a:gd name="connsiteY0" fmla="*/ 3258 h 154020"/>
                                  <a:gd name="connsiteX1" fmla="*/ 306 w 18181"/>
                                  <a:gd name="connsiteY1" fmla="*/ 145762 h 154020"/>
                                  <a:gd name="connsiteX2" fmla="*/ 6244 w 18181"/>
                                  <a:gd name="connsiteY2" fmla="*/ 50759 h 154020"/>
                                  <a:gd name="connsiteX3" fmla="*/ 18119 w 18181"/>
                                  <a:gd name="connsiteY3" fmla="*/ 3258 h 154020"/>
                                </a:gdLst>
                                <a:ahLst/>
                                <a:cxnLst>
                                  <a:cxn ang="0">
                                    <a:pos x="connsiteX0" y="connsiteY0"/>
                                  </a:cxn>
                                  <a:cxn ang="0">
                                    <a:pos x="connsiteX1" y="connsiteY1"/>
                                  </a:cxn>
                                  <a:cxn ang="0">
                                    <a:pos x="connsiteX2" y="connsiteY2"/>
                                  </a:cxn>
                                  <a:cxn ang="0">
                                    <a:pos x="connsiteX3" y="connsiteY3"/>
                                  </a:cxn>
                                </a:cxnLst>
                                <a:rect l="l" t="t" r="r" b="b"/>
                                <a:pathLst>
                                  <a:path w="18181" h="154020">
                                    <a:moveTo>
                                      <a:pt x="18119" y="3258"/>
                                    </a:moveTo>
                                    <a:cubicBezTo>
                                      <a:pt x="17129" y="19092"/>
                                      <a:pt x="-2680" y="193540"/>
                                      <a:pt x="306" y="145762"/>
                                    </a:cubicBezTo>
                                    <a:cubicBezTo>
                                      <a:pt x="2285" y="114094"/>
                                      <a:pt x="2922" y="82314"/>
                                      <a:pt x="6244" y="50759"/>
                                    </a:cubicBezTo>
                                    <a:cubicBezTo>
                                      <a:pt x="8058" y="33530"/>
                                      <a:pt x="19109" y="-12576"/>
                                      <a:pt x="18119" y="3258"/>
                                    </a:cubicBezTo>
                                    <a:close/>
                                  </a:path>
                                </a:pathLst>
                              </a:custGeom>
                              <a:solidFill>
                                <a:srgbClr val="FFFF00"/>
                              </a:solidFill>
                              <a:ln>
                                <a:solidFill>
                                  <a:srgbClr val="FFFF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Freeform 67" o:spid="_x0000_s1026" style="position:absolute;margin-left:164.55pt;margin-top:259.45pt;width:1.45pt;height:12.15pt;z-index:251664384;visibility:visible;mso-wrap-style:square;mso-wrap-distance-left:9pt;mso-wrap-distance-top:0;mso-wrap-distance-right:9pt;mso-wrap-distance-bottom:0;mso-position-horizontal:absolute;mso-position-horizontal-relative:text;mso-position-vertical:absolute;mso-position-vertical-relative:page;v-text-anchor:middle" coordsize="18181,154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" path="m18119,3258c17129,19092,-2680,193540,306,145762,2285,114094,2922,82314,6244,50759,8058,33530,19109,-12576,18119,3258xe" fillcolor="yellow" strokecolor="yellow" strokeweight="1pt">
                      <v:stroke joinstyle="miter"/>
                      <v:path arrowok="t" o:connecttype="custom" o:connectlocs="18119,3258;306,145762;6244,50759;18119,3258" o:connectangles="0,0,0,0"/>
                      <w10:wrap anchory="page"/>
                    </v:shape>
                  </w:pict>
                </mc:Fallback>
              </mc:AlternateContent>
            </w:r>
            <w:r w:rsidR="0023359E">
              <w:rPr>
                <w:noProof/>
                <w:sz w:val="20"/>
                <w:szCs w:val="20"/>
                <w:lang w:eastAsia="en-GB"/>
              </w:rPr>
              <mc:AlternateContent>
                <mc:Choice Requires="wps">
                  <w:drawing>
                    <wp:anchor distT="0" distB="0" distL="114300" distR="114300" simplePos="0" relativeHeight="251662336" behindDoc="0" locked="0" layoutInCell="1" allowOverlap="1" wp14:anchorId="5BC97237" wp14:editId="5A2F9334">
                      <wp:simplePos x="0" y="0"/>
                      <wp:positionH relativeFrom="column">
                        <wp:posOffset>2095500</wp:posOffset>
                      </wp:positionH>
                      <wp:positionV relativeFrom="page">
                        <wp:posOffset>2155825</wp:posOffset>
                      </wp:positionV>
                      <wp:extent cx="29845" cy="216535"/>
                      <wp:effectExtent l="0" t="0" r="27305" b="12065"/>
                      <wp:wrapNone/>
                      <wp:docPr id="64" name="Freeform 64"/>
                      <wp:cNvGraphicFramePr/>
                      <a:graphic xmlns:a="http://schemas.openxmlformats.org/drawingml/2006/main">
                        <a:graphicData uri="http://schemas.microsoft.com/office/word/2010/wordprocessingShape">
                          <wps:wsp>
                            <wps:cNvSpPr/>
                            <wps:spPr>
                              <a:xfrm>
                                <a:off x="0" y="0"/>
                                <a:ext cx="29845" cy="216535"/>
                              </a:xfrm>
                              <a:custGeom>
                                <a:avLst/>
                                <a:gdLst>
                                  <a:gd name="connsiteX0" fmla="*/ 11876 w 30018"/>
                                  <a:gd name="connsiteY0" fmla="*/ 1865 h 216915"/>
                                  <a:gd name="connsiteX1" fmla="*/ 17813 w 30018"/>
                                  <a:gd name="connsiteY1" fmla="*/ 55304 h 216915"/>
                                  <a:gd name="connsiteX2" fmla="*/ 29689 w 30018"/>
                                  <a:gd name="connsiteY2" fmla="*/ 67179 h 216915"/>
                                  <a:gd name="connsiteX3" fmla="*/ 11876 w 30018"/>
                                  <a:gd name="connsiteY3" fmla="*/ 108743 h 216915"/>
                                  <a:gd name="connsiteX4" fmla="*/ 5938 w 30018"/>
                                  <a:gd name="connsiteY4" fmla="*/ 215620 h 216915"/>
                                  <a:gd name="connsiteX5" fmla="*/ 0 w 30018"/>
                                  <a:gd name="connsiteY5" fmla="*/ 197807 h 216915"/>
                                  <a:gd name="connsiteX6" fmla="*/ 11876 w 30018"/>
                                  <a:gd name="connsiteY6" fmla="*/ 126555 h 216915"/>
                                  <a:gd name="connsiteX7" fmla="*/ 11876 w 30018"/>
                                  <a:gd name="connsiteY7" fmla="*/ 1865 h 21691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30018" h="216915">
                                    <a:moveTo>
                                      <a:pt x="11876" y="1865"/>
                                    </a:moveTo>
                                    <a:cubicBezTo>
                                      <a:pt x="12865" y="-10010"/>
                                      <a:pt x="13097" y="38013"/>
                                      <a:pt x="17813" y="55304"/>
                                    </a:cubicBezTo>
                                    <a:cubicBezTo>
                                      <a:pt x="19286" y="60705"/>
                                      <a:pt x="28769" y="61657"/>
                                      <a:pt x="29689" y="67179"/>
                                    </a:cubicBezTo>
                                    <a:cubicBezTo>
                                      <a:pt x="32245" y="82515"/>
                                      <a:pt x="19336" y="97552"/>
                                      <a:pt x="11876" y="108743"/>
                                    </a:cubicBezTo>
                                    <a:cubicBezTo>
                                      <a:pt x="9897" y="144369"/>
                                      <a:pt x="10654" y="180252"/>
                                      <a:pt x="5938" y="215620"/>
                                    </a:cubicBezTo>
                                    <a:cubicBezTo>
                                      <a:pt x="5111" y="221824"/>
                                      <a:pt x="0" y="204066"/>
                                      <a:pt x="0" y="197807"/>
                                    </a:cubicBezTo>
                                    <a:cubicBezTo>
                                      <a:pt x="0" y="158034"/>
                                      <a:pt x="2585" y="154426"/>
                                      <a:pt x="11876" y="126555"/>
                                    </a:cubicBezTo>
                                    <a:cubicBezTo>
                                      <a:pt x="20741" y="73359"/>
                                      <a:pt x="10887" y="13740"/>
                                      <a:pt x="11876" y="1865"/>
                                    </a:cubicBezTo>
                                    <a:close/>
                                  </a:path>
                                </a:pathLst>
                              </a:custGeom>
                              <a:solidFill>
                                <a:srgbClr val="FFFF00"/>
                              </a:solidFill>
                              <a:ln>
                                <a:solidFill>
                                  <a:srgbClr val="FFFF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Freeform 64" o:spid="_x0000_s1026" style="position:absolute;margin-left:165pt;margin-top:169.75pt;width:2.35pt;height:17.05pt;z-index:251662336;visibility:visible;mso-wrap-style:square;mso-wrap-distance-left:9pt;mso-wrap-distance-top:0;mso-wrap-distance-right:9pt;mso-wrap-distance-bottom:0;mso-position-horizontal:absolute;mso-position-horizontal-relative:text;mso-position-vertical:absolute;mso-position-vertical-relative:page;v-text-anchor:middle" coordsize="30018,2169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" path="m11876,1865v989,-11875,1221,36148,5937,53439c19286,60705,28769,61657,29689,67179,32245,82515,19336,97552,11876,108743,9897,144369,10654,180252,5938,215620,5111,221824,,204066,,197807,,158034,2585,154426,11876,126555v8865,-53196,-989,-112815,,-124690xe" fillcolor="yellow" strokecolor="yellow" strokeweight="1pt">
                      <v:stroke joinstyle="miter"/>
                      <v:path arrowok="t" o:connecttype="custom" o:connectlocs="11808,1862;17710,55207;29518,67061;11808,108552;5904,215242;0,197460;11808,126333;11808,1862" o:connectangles="0,0,0,0,0,0,0,0"/>
                      <w10:wrap anchory="page"/>
                    </v:shape>
                  </w:pict>
                </mc:Fallback>
              </mc:AlternateContent>
            </w:r>
            <w:r w:rsidR="0023359E">
              <w:rPr>
                <w:noProof/>
                <w:sz w:val="20"/>
                <w:szCs w:val="20"/>
                <w:lang w:eastAsia="en-GB"/>
              </w:rPr>
              <mc:AlternateContent>
                <mc:Choice Requires="wps">
                  <w:drawing>
                    <wp:anchor distT="0" distB="0" distL="114300" distR="114300" simplePos="0" relativeHeight="251663360" behindDoc="0" locked="0" layoutInCell="1" allowOverlap="1" wp14:anchorId="5E8173DC" wp14:editId="2746A234">
                      <wp:simplePos x="0" y="0"/>
                      <wp:positionH relativeFrom="column">
                        <wp:posOffset>2082910</wp:posOffset>
                      </wp:positionH>
                      <wp:positionV relativeFrom="page">
                        <wp:posOffset>2875846</wp:posOffset>
                      </wp:positionV>
                      <wp:extent cx="30939" cy="150465"/>
                      <wp:effectExtent l="0" t="0" r="45720" b="21590"/>
                      <wp:wrapNone/>
                      <wp:docPr id="66" name="Freeform 66"/>
                      <wp:cNvGraphicFramePr/>
                      <a:graphic xmlns:a="http://schemas.openxmlformats.org/drawingml/2006/main">
                        <a:graphicData uri="http://schemas.microsoft.com/office/word/2010/wordprocessingShape">
                          <wps:wsp>
                            <wps:cNvSpPr/>
                            <wps:spPr>
                              <a:xfrm>
                                <a:off x="0" y="0"/>
                                <a:ext cx="30939" cy="150465"/>
                              </a:xfrm>
                              <a:custGeom>
                                <a:avLst/>
                                <a:gdLst>
                                  <a:gd name="connsiteX0" fmla="*/ 1152 w 30939"/>
                                  <a:gd name="connsiteY0" fmla="*/ 762 h 150465"/>
                                  <a:gd name="connsiteX1" fmla="*/ 18965 w 30939"/>
                                  <a:gd name="connsiteY1" fmla="*/ 83889 h 150465"/>
                                  <a:gd name="connsiteX2" fmla="*/ 30840 w 30939"/>
                                  <a:gd name="connsiteY2" fmla="*/ 149203 h 150465"/>
                                  <a:gd name="connsiteX3" fmla="*/ 24902 w 30939"/>
                                  <a:gd name="connsiteY3" fmla="*/ 131390 h 150465"/>
                                  <a:gd name="connsiteX4" fmla="*/ 13027 w 30939"/>
                                  <a:gd name="connsiteY4" fmla="*/ 113577 h 150465"/>
                                  <a:gd name="connsiteX5" fmla="*/ 7089 w 30939"/>
                                  <a:gd name="connsiteY5" fmla="*/ 18575 h 150465"/>
                                  <a:gd name="connsiteX6" fmla="*/ 1152 w 30939"/>
                                  <a:gd name="connsiteY6" fmla="*/ 762 h 150465"/>
                                  <a:gd name="connsiteX7" fmla="*/ 30840 w 30939"/>
                                  <a:gd name="connsiteY7" fmla="*/ 54201 h 150465"/>
                                  <a:gd name="connsiteX8" fmla="*/ 24902 w 30939"/>
                                  <a:gd name="connsiteY8" fmla="*/ 83889 h 150465"/>
                                  <a:gd name="connsiteX9" fmla="*/ 18965 w 30939"/>
                                  <a:gd name="connsiteY9" fmla="*/ 107640 h 1504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30939" h="150465">
                                    <a:moveTo>
                                      <a:pt x="1152" y="762"/>
                                    </a:moveTo>
                                    <a:cubicBezTo>
                                      <a:pt x="22052" y="53013"/>
                                      <a:pt x="7866" y="9898"/>
                                      <a:pt x="18965" y="83889"/>
                                    </a:cubicBezTo>
                                    <a:cubicBezTo>
                                      <a:pt x="22248" y="105772"/>
                                      <a:pt x="28096" y="127246"/>
                                      <a:pt x="30840" y="149203"/>
                                    </a:cubicBezTo>
                                    <a:cubicBezTo>
                                      <a:pt x="31616" y="155414"/>
                                      <a:pt x="27701" y="136988"/>
                                      <a:pt x="24902" y="131390"/>
                                    </a:cubicBezTo>
                                    <a:cubicBezTo>
                                      <a:pt x="21711" y="125007"/>
                                      <a:pt x="16985" y="119515"/>
                                      <a:pt x="13027" y="113577"/>
                                    </a:cubicBezTo>
                                    <a:cubicBezTo>
                                      <a:pt x="11048" y="81910"/>
                                      <a:pt x="10410" y="50130"/>
                                      <a:pt x="7089" y="18575"/>
                                    </a:cubicBezTo>
                                    <a:cubicBezTo>
                                      <a:pt x="6434" y="12351"/>
                                      <a:pt x="-3274" y="-3664"/>
                                      <a:pt x="1152" y="762"/>
                                    </a:cubicBezTo>
                                    <a:cubicBezTo>
                                      <a:pt x="21567" y="21177"/>
                                      <a:pt x="23373" y="31803"/>
                                      <a:pt x="30840" y="54201"/>
                                    </a:cubicBezTo>
                                    <a:cubicBezTo>
                                      <a:pt x="28861" y="64097"/>
                                      <a:pt x="27350" y="74098"/>
                                      <a:pt x="24902" y="83889"/>
                                    </a:cubicBezTo>
                                    <a:cubicBezTo>
                                      <a:pt x="18339" y="110141"/>
                                      <a:pt x="18965" y="93368"/>
                                      <a:pt x="18965" y="107640"/>
                                    </a:cubicBezTo>
                                  </a:path>
                                </a:pathLst>
                              </a:custGeom>
                              <a:solidFill>
                                <a:srgbClr val="FFFF00"/>
                              </a:solidFill>
                              <a:ln>
                                <a:solidFill>
                                  <a:srgbClr val="FFFF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Freeform 66" o:spid="_x0000_s1026" style="position:absolute;margin-left:164pt;margin-top:226.45pt;width:2.45pt;height:11.85pt;z-index:251663360;visibility:visible;mso-wrap-style:square;mso-wrap-distance-left:9pt;mso-wrap-distance-top:0;mso-wrap-distance-right:9pt;mso-wrap-distance-bottom:0;mso-position-horizontal:absolute;mso-position-horizontal-relative:text;mso-position-vertical:absolute;mso-position-vertical-relative:page;v-text-anchor:middle" coordsize="30939,1504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" path="m1152,762c22052,53013,7866,9898,18965,83889v3283,21883,9131,43357,11875,65314c31616,155414,27701,136988,24902,131390,21711,125007,16985,119515,13027,113577,11048,81910,10410,50130,7089,18575,6434,12351,-3274,-3664,1152,762,21567,21177,23373,31803,30840,54201v-1979,9896,-3490,19897,-5938,29688c18339,110141,18965,93368,18965,107640e" fillcolor="yellow" strokecolor="yellow" strokeweight="1pt">
                      <v:stroke joinstyle="miter"/>
                      <v:path arrowok="t" o:connecttype="custom" o:connectlocs="1152,762;18965,83889;30840,149203;24902,131390;13027,113577;7089,18575;1152,762;30840,54201;24902,83889;18965,107640" o:connectangles="0,0,0,0,0,0,0,0,0,0"/>
                      <w10:wrap anchory="page"/>
                    </v:shape>
                  </w:pict>
                </mc:Fallback>
              </mc:AlternateContent>
            </w:r>
            <w:r w:rsidR="0023359E">
              <w:rPr>
                <w:noProof/>
                <w:sz w:val="20"/>
                <w:szCs w:val="20"/>
                <w:lang w:eastAsia="en-GB"/>
              </w:rPr>
              <mc:AlternateContent>
                <mc:Choice Requires="wps">
                  <w:drawing>
                    <wp:anchor distT="0" distB="0" distL="114300" distR="114300" simplePos="0" relativeHeight="251661312" behindDoc="0" locked="0" layoutInCell="1" allowOverlap="1">
                      <wp:simplePos x="0" y="0"/>
                      <wp:positionH relativeFrom="column">
                        <wp:posOffset>1714761</wp:posOffset>
                      </wp:positionH>
                      <wp:positionV relativeFrom="page">
                        <wp:posOffset>1074837</wp:posOffset>
                      </wp:positionV>
                      <wp:extent cx="89757" cy="291710"/>
                      <wp:effectExtent l="0" t="0" r="24765" b="13335"/>
                      <wp:wrapNone/>
                      <wp:docPr id="31" name="Freeform 31"/>
                      <wp:cNvGraphicFramePr/>
                      <a:graphic xmlns:a="http://schemas.openxmlformats.org/drawingml/2006/main">
                        <a:graphicData uri="http://schemas.microsoft.com/office/word/2010/wordprocessingShape">
                          <wps:wsp>
                            <wps:cNvSpPr/>
                            <wps:spPr>
                              <a:xfrm>
                                <a:off x="0" y="0"/>
                                <a:ext cx="89757" cy="291710"/>
                              </a:xfrm>
                              <a:custGeom>
                                <a:avLst/>
                                <a:gdLst>
                                  <a:gd name="connsiteX0" fmla="*/ 0 w 89757"/>
                                  <a:gd name="connsiteY0" fmla="*/ 0 h 291710"/>
                                  <a:gd name="connsiteX1" fmla="*/ 61708 w 89757"/>
                                  <a:gd name="connsiteY1" fmla="*/ 89757 h 291710"/>
                                  <a:gd name="connsiteX2" fmla="*/ 84147 w 89757"/>
                                  <a:gd name="connsiteY2" fmla="*/ 157075 h 291710"/>
                                  <a:gd name="connsiteX3" fmla="*/ 89757 w 89757"/>
                                  <a:gd name="connsiteY3" fmla="*/ 291710 h 291710"/>
                                </a:gdLst>
                                <a:ahLst/>
                                <a:cxnLst>
                                  <a:cxn ang="0">
                                    <a:pos x="connsiteX0" y="connsiteY0"/>
                                  </a:cxn>
                                  <a:cxn ang="0">
                                    <a:pos x="connsiteX1" y="connsiteY1"/>
                                  </a:cxn>
                                  <a:cxn ang="0">
                                    <a:pos x="connsiteX2" y="connsiteY2"/>
                                  </a:cxn>
                                  <a:cxn ang="0">
                                    <a:pos x="connsiteX3" y="connsiteY3"/>
                                  </a:cxn>
                                </a:cxnLst>
                                <a:rect l="l" t="t" r="r" b="b"/>
                                <a:pathLst>
                                  <a:path w="89757" h="291710">
                                    <a:moveTo>
                                      <a:pt x="0" y="0"/>
                                    </a:moveTo>
                                    <a:cubicBezTo>
                                      <a:pt x="23842" y="31789"/>
                                      <a:pt x="47684" y="63578"/>
                                      <a:pt x="61708" y="89757"/>
                                    </a:cubicBezTo>
                                    <a:cubicBezTo>
                                      <a:pt x="75732" y="115936"/>
                                      <a:pt x="79472" y="123416"/>
                                      <a:pt x="84147" y="157075"/>
                                    </a:cubicBezTo>
                                    <a:cubicBezTo>
                                      <a:pt x="88822" y="190734"/>
                                      <a:pt x="86952" y="269271"/>
                                      <a:pt x="89757" y="291710"/>
                                    </a:cubicBezTo>
                                  </a:path>
                                </a:pathLst>
                              </a:custGeom>
                              <a:noFill/>
                              <a:ln w="19050">
                                <a:solidFill>
                                  <a:srgbClr val="FFFF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Freeform 31" o:spid="_x0000_s1026" style="position:absolute;margin-left:135pt;margin-top:84.65pt;width:7.05pt;height:22.95pt;z-index:251661312;visibility:visible;mso-wrap-style:square;mso-wrap-distance-left:9pt;mso-wrap-distance-top:0;mso-wrap-distance-right:9pt;mso-wrap-distance-bottom:0;mso-position-horizontal:absolute;mso-position-horizontal-relative:text;mso-position-vertical:absolute;mso-position-vertical-relative:page;v-text-anchor:middle" coordsize="89757,291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" path="m,c23842,31789,47684,63578,61708,89757v14024,26179,17764,33659,22439,67318c88822,190734,86952,269271,89757,291710e" filled="f" strokecolor="yellow" strokeweight="1.5pt">
                      <v:stroke joinstyle="miter"/>
                      <v:path arrowok="t" o:connecttype="custom" o:connectlocs="0,0;61708,89757;84147,157075;89757,291710" o:connectangles="0,0,0,0"/>
                      <w10:wrap anchory="page"/>
                    </v:shape>
                  </w:pict>
                </mc:Fallback>
              </mc:AlternateContent>
            </w:r>
            <w:r w:rsidR="0023359E">
              <w:rPr>
                <w:noProof/>
                <w:sz w:val="20"/>
                <w:szCs w:val="20"/>
                <w:lang w:eastAsia="en-GB"/>
              </w:rPr>
              <mc:AlternateContent>
                <mc:Choice Requires="wps">
                  <w:drawing>
                    <wp:anchor distT="0" distB="0" distL="114300" distR="114300" simplePos="0" relativeHeight="251660288" behindDoc="0" locked="0" layoutInCell="1" allowOverlap="1">
                      <wp:simplePos x="0" y="0"/>
                      <wp:positionH relativeFrom="column">
                        <wp:posOffset>1692322</wp:posOffset>
                      </wp:positionH>
                      <wp:positionV relativeFrom="page">
                        <wp:posOffset>1119715</wp:posOffset>
                      </wp:positionV>
                      <wp:extent cx="69151" cy="280491"/>
                      <wp:effectExtent l="0" t="0" r="26670" b="24765"/>
                      <wp:wrapNone/>
                      <wp:docPr id="30" name="Freeform 30"/>
                      <wp:cNvGraphicFramePr/>
                      <a:graphic xmlns:a="http://schemas.openxmlformats.org/drawingml/2006/main">
                        <a:graphicData uri="http://schemas.microsoft.com/office/word/2010/wordprocessingShape">
                          <wps:wsp>
                            <wps:cNvSpPr/>
                            <wps:spPr>
                              <a:xfrm>
                                <a:off x="0" y="0"/>
                                <a:ext cx="69151" cy="280491"/>
                              </a:xfrm>
                              <a:custGeom>
                                <a:avLst/>
                                <a:gdLst>
                                  <a:gd name="connsiteX0" fmla="*/ 0 w 69151"/>
                                  <a:gd name="connsiteY0" fmla="*/ 0 h 280491"/>
                                  <a:gd name="connsiteX1" fmla="*/ 33659 w 69151"/>
                                  <a:gd name="connsiteY1" fmla="*/ 61708 h 280491"/>
                                  <a:gd name="connsiteX2" fmla="*/ 67318 w 69151"/>
                                  <a:gd name="connsiteY2" fmla="*/ 179514 h 280491"/>
                                  <a:gd name="connsiteX3" fmla="*/ 61708 w 69151"/>
                                  <a:gd name="connsiteY3" fmla="*/ 280491 h 280491"/>
                                </a:gdLst>
                                <a:ahLst/>
                                <a:cxnLst>
                                  <a:cxn ang="0">
                                    <a:pos x="connsiteX0" y="connsiteY0"/>
                                  </a:cxn>
                                  <a:cxn ang="0">
                                    <a:pos x="connsiteX1" y="connsiteY1"/>
                                  </a:cxn>
                                  <a:cxn ang="0">
                                    <a:pos x="connsiteX2" y="connsiteY2"/>
                                  </a:cxn>
                                  <a:cxn ang="0">
                                    <a:pos x="connsiteX3" y="connsiteY3"/>
                                  </a:cxn>
                                </a:cxnLst>
                                <a:rect l="l" t="t" r="r" b="b"/>
                                <a:pathLst>
                                  <a:path w="69151" h="280491">
                                    <a:moveTo>
                                      <a:pt x="0" y="0"/>
                                    </a:moveTo>
                                    <a:cubicBezTo>
                                      <a:pt x="11219" y="15894"/>
                                      <a:pt x="22439" y="31789"/>
                                      <a:pt x="33659" y="61708"/>
                                    </a:cubicBezTo>
                                    <a:cubicBezTo>
                                      <a:pt x="44879" y="91627"/>
                                      <a:pt x="62643" y="143050"/>
                                      <a:pt x="67318" y="179514"/>
                                    </a:cubicBezTo>
                                    <a:cubicBezTo>
                                      <a:pt x="71993" y="215978"/>
                                      <a:pt x="66850" y="248234"/>
                                      <a:pt x="61708" y="280491"/>
                                    </a:cubicBezTo>
                                  </a:path>
                                </a:pathLst>
                              </a:custGeom>
                              <a:noFill/>
                              <a:ln w="19050">
                                <a:solidFill>
                                  <a:srgbClr val="FFFF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Freeform 30" o:spid="_x0000_s1026" style="position:absolute;margin-left:133.25pt;margin-top:88.15pt;width:5.45pt;height:22.1pt;z-index:251660288;visibility:visible;mso-wrap-style:square;mso-wrap-distance-left:9pt;mso-wrap-distance-top:0;mso-wrap-distance-right:9pt;mso-wrap-distance-bottom:0;mso-position-horizontal:absolute;mso-position-horizontal-relative:text;mso-position-vertical:absolute;mso-position-vertical-relative:page;v-text-anchor:middle" coordsize="69151,2804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" path="m,c11219,15894,22439,31789,33659,61708v11220,29919,28984,81342,33659,117806c71993,215978,66850,248234,61708,280491e" filled="f" strokecolor="yellow" strokeweight="1.5pt">
                      <v:stroke joinstyle="miter"/>
                      <v:path arrowok="t" o:connecttype="custom" o:connectlocs="0,0;33659,61708;67318,179514;61708,280491" o:connectangles="0,0,0,0"/>
                      <w10:wrap anchory="page"/>
                    </v:shape>
                  </w:pict>
                </mc:Fallback>
              </mc:AlternateContent>
            </w:r>
            <w:r w:rsidR="0023359E">
              <w:rPr>
                <w:noProof/>
                <w:sz w:val="20"/>
                <w:szCs w:val="20"/>
                <w:lang w:eastAsia="en-GB"/>
              </w:rPr>
              <mc:AlternateContent>
                <mc:Choice Requires="wps">
                  <w:drawing>
                    <wp:anchor distT="0" distB="0" distL="114300" distR="114300" simplePos="0" relativeHeight="251659264" behindDoc="0" locked="0" layoutInCell="1" allowOverlap="1">
                      <wp:simplePos x="0" y="0"/>
                      <wp:positionH relativeFrom="column">
                        <wp:posOffset>1516656</wp:posOffset>
                      </wp:positionH>
                      <wp:positionV relativeFrom="page">
                        <wp:posOffset>2712085</wp:posOffset>
                      </wp:positionV>
                      <wp:extent cx="28934" cy="371475"/>
                      <wp:effectExtent l="95250" t="19050" r="66675" b="47625"/>
                      <wp:wrapNone/>
                      <wp:docPr id="29" name="Freeform 29"/>
                      <wp:cNvGraphicFramePr/>
                      <a:graphic xmlns:a="http://schemas.openxmlformats.org/drawingml/2006/main">
                        <a:graphicData uri="http://schemas.microsoft.com/office/word/2010/wordprocessingShape">
                          <wps:wsp>
                            <wps:cNvSpPr/>
                            <wps:spPr>
                              <a:xfrm>
                                <a:off x="0" y="0"/>
                                <a:ext cx="28934" cy="371475"/>
                              </a:xfrm>
                              <a:custGeom>
                                <a:avLst/>
                                <a:gdLst>
                                  <a:gd name="connsiteX0" fmla="*/ 28934 w 28934"/>
                                  <a:gd name="connsiteY0" fmla="*/ 0 h 371475"/>
                                  <a:gd name="connsiteX1" fmla="*/ 359 w 28934"/>
                                  <a:gd name="connsiteY1" fmla="*/ 142875 h 371475"/>
                                  <a:gd name="connsiteX2" fmla="*/ 9884 w 28934"/>
                                  <a:gd name="connsiteY2" fmla="*/ 371475 h 371475"/>
                                </a:gdLst>
                                <a:ahLst/>
                                <a:cxnLst>
                                  <a:cxn ang="0">
                                    <a:pos x="connsiteX0" y="connsiteY0"/>
                                  </a:cxn>
                                  <a:cxn ang="0">
                                    <a:pos x="connsiteX1" y="connsiteY1"/>
                                  </a:cxn>
                                  <a:cxn ang="0">
                                    <a:pos x="connsiteX2" y="connsiteY2"/>
                                  </a:cxn>
                                </a:cxnLst>
                                <a:rect l="l" t="t" r="r" b="b"/>
                                <a:pathLst>
                                  <a:path w="28934" h="371475">
                                    <a:moveTo>
                                      <a:pt x="28934" y="0"/>
                                    </a:moveTo>
                                    <a:cubicBezTo>
                                      <a:pt x="16234" y="40481"/>
                                      <a:pt x="3534" y="80962"/>
                                      <a:pt x="359" y="142875"/>
                                    </a:cubicBezTo>
                                    <a:cubicBezTo>
                                      <a:pt x="-2816" y="204788"/>
                                      <a:pt x="16234" y="341313"/>
                                      <a:pt x="9884" y="371475"/>
                                    </a:cubicBezTo>
                                  </a:path>
                                </a:pathLst>
                              </a:custGeom>
                              <a:noFill/>
                              <a:ln w="38100">
                                <a:solidFill>
                                  <a:srgbClr val="FF0000"/>
                                </a:solidFill>
                                <a:headEnd type="none" w="med" len="med"/>
                                <a:tailEnd type="triangle" w="med" len="me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Freeform 29" o:spid="_x0000_s1026" style="position:absolute;margin-left:119.4pt;margin-top:213.55pt;width:2.3pt;height:29.25pt;z-index:251659264;visibility:visible;mso-wrap-style:square;mso-wrap-distance-left:9pt;mso-wrap-distance-top:0;mso-wrap-distance-right:9pt;mso-wrap-distance-bottom:0;mso-position-horizontal:absolute;mso-position-horizontal-relative:text;mso-position-vertical:absolute;mso-position-vertical-relative:page;v-text-anchor:middle" coordsize="28934,3714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" path="m28934,c16234,40481,3534,80962,359,142875v-3175,61913,15875,198438,9525,228600e" filled="f" strokecolor="red" strokeweight="3pt">
                      <v:stroke endarrow="block" joinstyle="miter"/>
                      <v:path arrowok="t" o:connecttype="custom" o:connectlocs="28934,0;359,142875;9884,371475" o:connectangles="0,0,0"/>
                      <w10:wrap anchory="page"/>
                    </v:shape>
                  </w:pict>
                </mc:Fallback>
              </mc:AlternateContent>
            </w:r>
          </w:p>
        </w:tc>
      </w:tr>
      <w:tr w:rsidR="009E0202" w:rsidRPr="00D734B7" w:rsidTr="007A3A2E">
        <w:trPr>
          <w:trHeight w:hRule="exact" w:val="12145"/>
        </w:trPr>
        <w:tc>
          <w:tcPr>
            <w:tcW w:w="10206" w:type="dxa"/>
            <w:gridSpan w:val="3"/>
            <w:tcBorders>
              <w:top w:val="single" w:sz="4" w:space="0" w:color="000000"/>
              <w:bottom w:val="single" w:sz="4" w:space="0" w:color="000000"/>
            </w:tcBorders>
            <w:shd w:val="clear" w:color="auto" w:fill="auto"/>
            <w:tcMar>
              <w:top w:w="85" w:type="dxa"/>
              <w:bottom w:w="85" w:type="dxa"/>
              <w:right w:w="85" w:type="dxa"/>
            </w:tcMar>
          </w:tcPr>
          <w:p w:rsidR="009E0202" w:rsidRPr="00D734B7" w:rsidRDefault="009E0202" w:rsidP="00DC01AB">
            <w:pPr>
              <w:pStyle w:val="CUSTOMBoldColumnHeading"/>
              <w:spacing w:after="60"/>
              <w:rPr>
                <w:sz w:val="20"/>
                <w:szCs w:val="20"/>
                <w:u w:val="single"/>
              </w:rPr>
            </w:pPr>
            <w:r w:rsidRPr="00D734B7">
              <w:rPr>
                <w:sz w:val="20"/>
                <w:szCs w:val="20"/>
                <w:u w:val="single"/>
              </w:rPr>
              <w:lastRenderedPageBreak/>
              <w:t>Report:</w:t>
            </w:r>
          </w:p>
          <w:p w:rsidR="009E0202" w:rsidRPr="00D734B7" w:rsidRDefault="00CD1CCF" w:rsidP="00CD1CCF">
            <w:pPr>
              <w:pStyle w:val="CUSTOMColumnText"/>
              <w:jc w:val="both"/>
              <w:rPr>
                <w:b/>
                <w:color w:val="FF0000"/>
                <w:sz w:val="20"/>
                <w:szCs w:val="20"/>
              </w:rPr>
            </w:pPr>
            <w:r w:rsidRPr="00D734B7">
              <w:rPr>
                <w:b/>
                <w:color w:val="FF0000"/>
                <w:sz w:val="20"/>
                <w:szCs w:val="20"/>
              </w:rPr>
              <w:t xml:space="preserve">The patient could not stand straight or for adequate duration for the scan. The thigh veins were scanned with patient leaning on the scanning frame. Calf veins were scanned with patient sitting on the edge of the couch. Hence, </w:t>
            </w:r>
            <w:r w:rsidR="00004D9C">
              <w:rPr>
                <w:b/>
                <w:color w:val="FF0000"/>
                <w:sz w:val="20"/>
                <w:szCs w:val="20"/>
              </w:rPr>
              <w:t>only a limited scan could be carried out; t</w:t>
            </w:r>
            <w:r w:rsidRPr="00D734B7">
              <w:rPr>
                <w:b/>
                <w:color w:val="FF0000"/>
                <w:sz w:val="20"/>
                <w:szCs w:val="20"/>
              </w:rPr>
              <w:t>he results of the venous insufficiency scan may not be completely accurate.</w:t>
            </w:r>
          </w:p>
          <w:p w:rsidR="00CD1CCF" w:rsidRPr="00D734B7" w:rsidRDefault="00CD1CCF" w:rsidP="00DC01AB">
            <w:pPr>
              <w:pStyle w:val="CUSTOMColumnText"/>
              <w:rPr>
                <w:b/>
                <w:sz w:val="20"/>
                <w:szCs w:val="20"/>
              </w:rPr>
            </w:pPr>
          </w:p>
          <w:p w:rsidR="00CD1CCF" w:rsidRPr="00D734B7" w:rsidRDefault="00CD1CCF" w:rsidP="00DC01AB">
            <w:pPr>
              <w:pStyle w:val="CUSTOMColumnText"/>
              <w:rPr>
                <w:b/>
                <w:sz w:val="20"/>
                <w:szCs w:val="20"/>
              </w:rPr>
            </w:pPr>
          </w:p>
          <w:p w:rsidR="00CD1CCF" w:rsidRPr="00D734B7" w:rsidRDefault="00CD1CCF" w:rsidP="00DC01AB">
            <w:pPr>
              <w:pStyle w:val="CUSTOMColumnText"/>
              <w:rPr>
                <w:b/>
                <w:sz w:val="20"/>
                <w:szCs w:val="20"/>
              </w:rPr>
            </w:pPr>
            <w:r w:rsidRPr="00D734B7">
              <w:rPr>
                <w:b/>
                <w:sz w:val="20"/>
                <w:szCs w:val="20"/>
                <w:u w:val="single"/>
              </w:rPr>
              <w:t>RIGHT LEG</w:t>
            </w:r>
          </w:p>
          <w:p w:rsidR="00B25BEB" w:rsidRDefault="00CD1CCF" w:rsidP="00CD1CCF">
            <w:pPr>
              <w:pStyle w:val="CUSTOMColumnText"/>
              <w:jc w:val="both"/>
              <w:rPr>
                <w:sz w:val="20"/>
                <w:szCs w:val="20"/>
              </w:rPr>
            </w:pPr>
            <w:r w:rsidRPr="00D734B7">
              <w:rPr>
                <w:sz w:val="20"/>
                <w:szCs w:val="20"/>
              </w:rPr>
              <w:t xml:space="preserve">The Common Femoral vein is patent with indicating </w:t>
            </w:r>
            <w:proofErr w:type="spellStart"/>
            <w:r w:rsidRPr="00D734B7">
              <w:rPr>
                <w:sz w:val="20"/>
                <w:szCs w:val="20"/>
              </w:rPr>
              <w:t>repirophasic</w:t>
            </w:r>
            <w:proofErr w:type="spellEnd"/>
            <w:r w:rsidRPr="00D734B7">
              <w:rPr>
                <w:sz w:val="20"/>
                <w:szCs w:val="20"/>
              </w:rPr>
              <w:t xml:space="preserve"> flow noted.</w:t>
            </w:r>
            <w:r w:rsidR="00D734B7">
              <w:rPr>
                <w:sz w:val="20"/>
                <w:szCs w:val="20"/>
              </w:rPr>
              <w:t xml:space="preserve"> </w:t>
            </w:r>
            <w:r w:rsidRPr="00D734B7">
              <w:rPr>
                <w:sz w:val="20"/>
                <w:szCs w:val="20"/>
              </w:rPr>
              <w:t>Femora</w:t>
            </w:r>
            <w:r w:rsidR="00B25BEB" w:rsidRPr="00D734B7">
              <w:rPr>
                <w:sz w:val="20"/>
                <w:szCs w:val="20"/>
              </w:rPr>
              <w:t xml:space="preserve">l and </w:t>
            </w:r>
            <w:r w:rsidRPr="00D734B7">
              <w:rPr>
                <w:sz w:val="20"/>
                <w:szCs w:val="20"/>
              </w:rPr>
              <w:t xml:space="preserve">Gastrocnemius </w:t>
            </w:r>
            <w:r w:rsidR="007A3A2E">
              <w:rPr>
                <w:sz w:val="20"/>
                <w:szCs w:val="20"/>
              </w:rPr>
              <w:t xml:space="preserve">veins all patent and competent; </w:t>
            </w:r>
            <w:r w:rsidRPr="00D734B7">
              <w:rPr>
                <w:sz w:val="20"/>
                <w:szCs w:val="20"/>
              </w:rPr>
              <w:t>No scarring to note.</w:t>
            </w:r>
            <w:r w:rsidR="00D734B7">
              <w:rPr>
                <w:sz w:val="20"/>
                <w:szCs w:val="20"/>
              </w:rPr>
              <w:t xml:space="preserve"> </w:t>
            </w:r>
          </w:p>
          <w:p w:rsidR="007A3A2E" w:rsidRPr="00D734B7" w:rsidRDefault="007A3A2E" w:rsidP="00CD1CCF">
            <w:pPr>
              <w:pStyle w:val="CUSTOMColumnText"/>
              <w:jc w:val="both"/>
              <w:rPr>
                <w:sz w:val="20"/>
                <w:szCs w:val="20"/>
              </w:rPr>
            </w:pPr>
          </w:p>
          <w:p w:rsidR="00D734B7" w:rsidRPr="00D734B7" w:rsidRDefault="00B25BEB" w:rsidP="00D734B7">
            <w:pPr>
              <w:pStyle w:val="CUSTOMColumnText"/>
              <w:jc w:val="both"/>
              <w:rPr>
                <w:sz w:val="20"/>
                <w:szCs w:val="20"/>
              </w:rPr>
            </w:pPr>
            <w:r w:rsidRPr="00D734B7">
              <w:rPr>
                <w:b/>
                <w:sz w:val="20"/>
                <w:szCs w:val="20"/>
              </w:rPr>
              <w:t>Mild reflux is noted in the Popliteal vein</w:t>
            </w:r>
            <w:r w:rsidR="00004D9C">
              <w:rPr>
                <w:b/>
                <w:sz w:val="20"/>
                <w:szCs w:val="20"/>
              </w:rPr>
              <w:t>; no scarring to note</w:t>
            </w:r>
            <w:r w:rsidRPr="00D734B7">
              <w:rPr>
                <w:b/>
                <w:sz w:val="20"/>
                <w:szCs w:val="20"/>
              </w:rPr>
              <w:t>.</w:t>
            </w:r>
            <w:r w:rsidR="00D734B7">
              <w:rPr>
                <w:b/>
                <w:sz w:val="20"/>
                <w:szCs w:val="20"/>
              </w:rPr>
              <w:t xml:space="preserve"> </w:t>
            </w:r>
            <w:r w:rsidR="00CD1CCF" w:rsidRPr="00D734B7">
              <w:rPr>
                <w:sz w:val="20"/>
                <w:szCs w:val="20"/>
              </w:rPr>
              <w:t xml:space="preserve">The Posterior Tibial and </w:t>
            </w:r>
            <w:proofErr w:type="spellStart"/>
            <w:r w:rsidR="00CD1CCF" w:rsidRPr="00D734B7">
              <w:rPr>
                <w:sz w:val="20"/>
                <w:szCs w:val="20"/>
              </w:rPr>
              <w:t>Peroenal</w:t>
            </w:r>
            <w:proofErr w:type="spellEnd"/>
            <w:r w:rsidR="00CD1CCF" w:rsidRPr="00D734B7">
              <w:rPr>
                <w:sz w:val="20"/>
                <w:szCs w:val="20"/>
              </w:rPr>
              <w:t xml:space="preserve"> veins are n</w:t>
            </w:r>
            <w:r w:rsidR="00D734B7">
              <w:rPr>
                <w:sz w:val="20"/>
                <w:szCs w:val="20"/>
              </w:rPr>
              <w:t xml:space="preserve">oted to be patent and competent. </w:t>
            </w:r>
            <w:r w:rsidR="00D734B7" w:rsidRPr="00D734B7">
              <w:rPr>
                <w:sz w:val="20"/>
                <w:szCs w:val="20"/>
              </w:rPr>
              <w:t>No incompetent perforators identified.</w:t>
            </w:r>
          </w:p>
          <w:p w:rsidR="00CD1CCF" w:rsidRPr="00D734B7" w:rsidRDefault="00CD1CCF" w:rsidP="00DC01AB">
            <w:pPr>
              <w:pStyle w:val="CUSTOMColumnText"/>
              <w:rPr>
                <w:sz w:val="20"/>
                <w:szCs w:val="20"/>
              </w:rPr>
            </w:pPr>
          </w:p>
          <w:p w:rsidR="00B25BEB" w:rsidRPr="00D734B7" w:rsidRDefault="00B25BEB" w:rsidP="00DC01AB">
            <w:pPr>
              <w:pStyle w:val="CUSTOMColumnText"/>
              <w:rPr>
                <w:b/>
                <w:sz w:val="20"/>
                <w:szCs w:val="20"/>
              </w:rPr>
            </w:pPr>
            <w:r w:rsidRPr="00D734B7">
              <w:rPr>
                <w:b/>
                <w:sz w:val="20"/>
                <w:szCs w:val="20"/>
              </w:rPr>
              <w:t xml:space="preserve">The Great Saphenous vein contains chronic echogenic thrombus/scarring in the proximal thigh. The vein is noted to be competent. No GSV imaged in the </w:t>
            </w:r>
            <w:proofErr w:type="gramStart"/>
            <w:r w:rsidRPr="00D734B7">
              <w:rPr>
                <w:b/>
                <w:sz w:val="20"/>
                <w:szCs w:val="20"/>
              </w:rPr>
              <w:t>calf ?</w:t>
            </w:r>
            <w:proofErr w:type="gramEnd"/>
            <w:r w:rsidRPr="00D734B7">
              <w:rPr>
                <w:b/>
                <w:sz w:val="20"/>
                <w:szCs w:val="20"/>
              </w:rPr>
              <w:t>small diameter.</w:t>
            </w:r>
          </w:p>
          <w:p w:rsidR="00B25BEB" w:rsidRPr="00D734B7" w:rsidRDefault="00B25BEB" w:rsidP="00DC01AB">
            <w:pPr>
              <w:pStyle w:val="CUSTOMColumnText"/>
              <w:rPr>
                <w:sz w:val="20"/>
                <w:szCs w:val="20"/>
              </w:rPr>
            </w:pPr>
          </w:p>
          <w:p w:rsidR="00B25BEB" w:rsidRPr="00D734B7" w:rsidRDefault="00B25BEB" w:rsidP="00DC01AB">
            <w:pPr>
              <w:pStyle w:val="CUSTOMColumnText"/>
              <w:rPr>
                <w:sz w:val="20"/>
                <w:szCs w:val="20"/>
              </w:rPr>
            </w:pPr>
            <w:r w:rsidRPr="00D734B7">
              <w:rPr>
                <w:sz w:val="20"/>
                <w:szCs w:val="20"/>
              </w:rPr>
              <w:t>The Short Saphenous vein is patent and competent.</w:t>
            </w:r>
          </w:p>
          <w:p w:rsidR="00CD1CCF" w:rsidRPr="00D734B7" w:rsidRDefault="00CD1CCF" w:rsidP="00DC01AB">
            <w:pPr>
              <w:pStyle w:val="CUSTOMColumnText"/>
              <w:rPr>
                <w:sz w:val="20"/>
                <w:szCs w:val="20"/>
                <w:u w:val="single"/>
              </w:rPr>
            </w:pPr>
          </w:p>
          <w:p w:rsidR="00CD1CCF" w:rsidRPr="00D734B7" w:rsidRDefault="00CD1CCF" w:rsidP="00DC01AB">
            <w:pPr>
              <w:pStyle w:val="CUSTOMColumnText"/>
              <w:rPr>
                <w:sz w:val="20"/>
                <w:szCs w:val="20"/>
              </w:rPr>
            </w:pPr>
            <w:r w:rsidRPr="00D734B7">
              <w:rPr>
                <w:b/>
                <w:sz w:val="20"/>
                <w:szCs w:val="20"/>
                <w:u w:val="single"/>
              </w:rPr>
              <w:t>LEFT LEG</w:t>
            </w:r>
          </w:p>
          <w:p w:rsidR="007A3A2E" w:rsidRDefault="00B25BEB" w:rsidP="00B25BEB">
            <w:pPr>
              <w:pStyle w:val="CUSTOMColumnText"/>
              <w:jc w:val="both"/>
              <w:rPr>
                <w:sz w:val="20"/>
                <w:szCs w:val="20"/>
              </w:rPr>
            </w:pPr>
            <w:r w:rsidRPr="00D734B7">
              <w:rPr>
                <w:sz w:val="20"/>
                <w:szCs w:val="20"/>
              </w:rPr>
              <w:t xml:space="preserve">The Common Femoral vein is patent with indicating </w:t>
            </w:r>
            <w:proofErr w:type="spellStart"/>
            <w:r w:rsidRPr="00D734B7">
              <w:rPr>
                <w:sz w:val="20"/>
                <w:szCs w:val="20"/>
              </w:rPr>
              <w:t>repirophasic</w:t>
            </w:r>
            <w:proofErr w:type="spellEnd"/>
            <w:r w:rsidRPr="00D734B7">
              <w:rPr>
                <w:sz w:val="20"/>
                <w:szCs w:val="20"/>
              </w:rPr>
              <w:t xml:space="preserve"> flow noted.</w:t>
            </w:r>
            <w:r w:rsidR="00D734B7">
              <w:rPr>
                <w:sz w:val="20"/>
                <w:szCs w:val="20"/>
              </w:rPr>
              <w:t xml:space="preserve"> Femoral, Popliteal </w:t>
            </w:r>
            <w:r w:rsidRPr="00D734B7">
              <w:rPr>
                <w:sz w:val="20"/>
                <w:szCs w:val="20"/>
              </w:rPr>
              <w:t>and Gastrocnemius veins</w:t>
            </w:r>
            <w:r w:rsidR="00D734B7">
              <w:rPr>
                <w:sz w:val="20"/>
                <w:szCs w:val="20"/>
              </w:rPr>
              <w:t xml:space="preserve"> are all patent and competent; n</w:t>
            </w:r>
            <w:r w:rsidRPr="00D734B7">
              <w:rPr>
                <w:sz w:val="20"/>
                <w:szCs w:val="20"/>
              </w:rPr>
              <w:t>o scarring to note.</w:t>
            </w:r>
            <w:r w:rsidR="00D734B7">
              <w:rPr>
                <w:sz w:val="20"/>
                <w:szCs w:val="20"/>
              </w:rPr>
              <w:t xml:space="preserve"> </w:t>
            </w:r>
          </w:p>
          <w:p w:rsidR="007A3A2E" w:rsidRDefault="007A3A2E" w:rsidP="00B25BEB">
            <w:pPr>
              <w:pStyle w:val="CUSTOMColumnText"/>
              <w:jc w:val="both"/>
              <w:rPr>
                <w:sz w:val="20"/>
                <w:szCs w:val="20"/>
              </w:rPr>
            </w:pPr>
          </w:p>
          <w:p w:rsidR="00B25BEB" w:rsidRPr="00D734B7" w:rsidRDefault="00B25BEB" w:rsidP="00B25BEB">
            <w:pPr>
              <w:pStyle w:val="CUSTOMColumnText"/>
              <w:jc w:val="both"/>
              <w:rPr>
                <w:sz w:val="20"/>
                <w:szCs w:val="20"/>
              </w:rPr>
            </w:pPr>
            <w:r w:rsidRPr="00D734B7">
              <w:rPr>
                <w:sz w:val="20"/>
                <w:szCs w:val="20"/>
              </w:rPr>
              <w:t xml:space="preserve">The Posterior Tibial and </w:t>
            </w:r>
            <w:proofErr w:type="spellStart"/>
            <w:r w:rsidRPr="00D734B7">
              <w:rPr>
                <w:sz w:val="20"/>
                <w:szCs w:val="20"/>
              </w:rPr>
              <w:t>Peroenal</w:t>
            </w:r>
            <w:proofErr w:type="spellEnd"/>
            <w:r w:rsidRPr="00D734B7">
              <w:rPr>
                <w:sz w:val="20"/>
                <w:szCs w:val="20"/>
              </w:rPr>
              <w:t xml:space="preserve"> veins are noted to be patent and competent </w:t>
            </w:r>
          </w:p>
          <w:p w:rsidR="00B25BEB" w:rsidRPr="00D734B7" w:rsidRDefault="00B25BEB" w:rsidP="00B25BEB">
            <w:pPr>
              <w:pStyle w:val="CUSTOMColumnText"/>
              <w:jc w:val="both"/>
              <w:rPr>
                <w:sz w:val="20"/>
                <w:szCs w:val="20"/>
              </w:rPr>
            </w:pPr>
          </w:p>
          <w:p w:rsidR="00B25BEB" w:rsidRDefault="00D734B7" w:rsidP="00D734B7">
            <w:pPr>
              <w:pStyle w:val="CUSTOMColumnText"/>
              <w:jc w:val="both"/>
              <w:rPr>
                <w:sz w:val="20"/>
                <w:szCs w:val="20"/>
              </w:rPr>
            </w:pPr>
            <w:r w:rsidRPr="00D734B7">
              <w:rPr>
                <w:sz w:val="20"/>
                <w:szCs w:val="20"/>
              </w:rPr>
              <w:t>There is an incompetent perforator noted in the distal calf which communicates</w:t>
            </w:r>
            <w:r>
              <w:rPr>
                <w:sz w:val="20"/>
                <w:szCs w:val="20"/>
              </w:rPr>
              <w:t xml:space="preserve"> with the GSV.</w:t>
            </w:r>
          </w:p>
          <w:p w:rsidR="00D734B7" w:rsidRPr="00D734B7" w:rsidRDefault="00D734B7" w:rsidP="00D734B7">
            <w:pPr>
              <w:pStyle w:val="CUSTOMColumnText"/>
              <w:jc w:val="both"/>
              <w:rPr>
                <w:sz w:val="20"/>
                <w:szCs w:val="20"/>
              </w:rPr>
            </w:pPr>
          </w:p>
          <w:p w:rsidR="00B25BEB" w:rsidRPr="00D734B7" w:rsidRDefault="00B25BEB" w:rsidP="00C10646">
            <w:pPr>
              <w:pStyle w:val="CUSTOMColumnText"/>
              <w:jc w:val="both"/>
              <w:rPr>
                <w:b/>
                <w:sz w:val="20"/>
                <w:szCs w:val="20"/>
              </w:rPr>
            </w:pPr>
            <w:r w:rsidRPr="00D734B7">
              <w:rPr>
                <w:b/>
                <w:sz w:val="20"/>
                <w:szCs w:val="20"/>
              </w:rPr>
              <w:t xml:space="preserve">The Great Saphenous vein is competent in the thigh. The vessel contains chronic echogenic </w:t>
            </w:r>
            <w:r w:rsidR="00C10646">
              <w:rPr>
                <w:b/>
                <w:sz w:val="20"/>
                <w:szCs w:val="20"/>
              </w:rPr>
              <w:t>t</w:t>
            </w:r>
            <w:r w:rsidRPr="00D734B7">
              <w:rPr>
                <w:b/>
                <w:sz w:val="20"/>
                <w:szCs w:val="20"/>
              </w:rPr>
              <w:t xml:space="preserve">hrombus/scarring in the mid-thigh, knee and proximal Calf. Gross reflux is noted in the </w:t>
            </w:r>
            <w:r w:rsidR="00C10646">
              <w:rPr>
                <w:b/>
                <w:sz w:val="20"/>
                <w:szCs w:val="20"/>
              </w:rPr>
              <w:t>GSV</w:t>
            </w:r>
            <w:r w:rsidRPr="00D734B7">
              <w:rPr>
                <w:b/>
                <w:sz w:val="20"/>
                <w:szCs w:val="20"/>
              </w:rPr>
              <w:t xml:space="preserve"> from knee to proximal calf approximately 10-13cm below the knee crease. The reflux exits into a superficial vein which tracks posteriorly to join Short Saphenous vein at mid-calf level. The SSV is noted to be incompetent </w:t>
            </w:r>
            <w:r w:rsidR="007A3A2E">
              <w:rPr>
                <w:b/>
                <w:sz w:val="20"/>
                <w:szCs w:val="20"/>
              </w:rPr>
              <w:t xml:space="preserve">in the </w:t>
            </w:r>
            <w:proofErr w:type="spellStart"/>
            <w:r w:rsidR="007A3A2E">
              <w:rPr>
                <w:b/>
                <w:sz w:val="20"/>
                <w:szCs w:val="20"/>
              </w:rPr>
              <w:t>mid</w:t>
            </w:r>
            <w:r w:rsidR="00D734B7">
              <w:rPr>
                <w:b/>
                <w:sz w:val="20"/>
                <w:szCs w:val="20"/>
              </w:rPr>
              <w:t xml:space="preserve"> calf</w:t>
            </w:r>
            <w:proofErr w:type="spellEnd"/>
            <w:r w:rsidR="007A3A2E">
              <w:rPr>
                <w:b/>
                <w:sz w:val="20"/>
                <w:szCs w:val="20"/>
              </w:rPr>
              <w:t xml:space="preserve"> below this level; the reflux exits into small </w:t>
            </w:r>
            <w:proofErr w:type="spellStart"/>
            <w:r w:rsidR="007A3A2E">
              <w:rPr>
                <w:b/>
                <w:sz w:val="20"/>
                <w:szCs w:val="20"/>
              </w:rPr>
              <w:t>varices</w:t>
            </w:r>
            <w:proofErr w:type="spellEnd"/>
            <w:r w:rsidR="007A3A2E">
              <w:rPr>
                <w:b/>
                <w:sz w:val="20"/>
                <w:szCs w:val="20"/>
              </w:rPr>
              <w:t xml:space="preserve"> in the mid-distal calf. Chronic wall thickening/scarring noted in the SSV </w:t>
            </w:r>
            <w:proofErr w:type="spellStart"/>
            <w:r w:rsidR="0023359E">
              <w:rPr>
                <w:b/>
                <w:sz w:val="20"/>
                <w:szCs w:val="20"/>
              </w:rPr>
              <w:t>prox</w:t>
            </w:r>
            <w:proofErr w:type="spellEnd"/>
            <w:r w:rsidR="007A3A2E">
              <w:rPr>
                <w:b/>
                <w:sz w:val="20"/>
                <w:szCs w:val="20"/>
              </w:rPr>
              <w:t>-mid calf.</w:t>
            </w:r>
          </w:p>
          <w:p w:rsidR="007A3A2E" w:rsidRDefault="007A3A2E" w:rsidP="00B25BEB">
            <w:pPr>
              <w:pStyle w:val="CUSTOMColumnText"/>
              <w:rPr>
                <w:sz w:val="20"/>
                <w:szCs w:val="20"/>
              </w:rPr>
            </w:pPr>
            <w:bookmarkStart w:id="0" w:name="_GoBack"/>
            <w:bookmarkEnd w:id="0"/>
          </w:p>
          <w:p w:rsidR="007A3A2E" w:rsidRDefault="007A3A2E" w:rsidP="00B25BEB">
            <w:pPr>
              <w:pStyle w:val="CUSTOMColumnText"/>
              <w:rPr>
                <w:sz w:val="20"/>
                <w:szCs w:val="20"/>
              </w:rPr>
            </w:pPr>
            <w:r>
              <w:rPr>
                <w:sz w:val="20"/>
                <w:szCs w:val="20"/>
              </w:rPr>
              <w:t>GSV knee level = 7mm, Proximal calf = 7mm; Distal calf = 4.6</w:t>
            </w:r>
          </w:p>
          <w:p w:rsidR="007A3A2E" w:rsidRPr="00D734B7" w:rsidRDefault="007A3A2E" w:rsidP="00B25BEB">
            <w:pPr>
              <w:pStyle w:val="CUSTOMColumnText"/>
              <w:rPr>
                <w:sz w:val="20"/>
                <w:szCs w:val="20"/>
              </w:rPr>
            </w:pPr>
            <w:r>
              <w:rPr>
                <w:sz w:val="20"/>
                <w:szCs w:val="20"/>
              </w:rPr>
              <w:t xml:space="preserve">SSV proximal calf = 2.1mm; </w:t>
            </w:r>
            <w:proofErr w:type="spellStart"/>
            <w:r>
              <w:rPr>
                <w:sz w:val="20"/>
                <w:szCs w:val="20"/>
              </w:rPr>
              <w:t>mid calf</w:t>
            </w:r>
            <w:proofErr w:type="spellEnd"/>
            <w:r>
              <w:rPr>
                <w:sz w:val="20"/>
                <w:szCs w:val="20"/>
              </w:rPr>
              <w:t xml:space="preserve"> = 4.5mm</w:t>
            </w:r>
          </w:p>
          <w:p w:rsidR="00B25BEB" w:rsidRDefault="00B25BEB" w:rsidP="00DC01AB">
            <w:pPr>
              <w:pStyle w:val="CUSTOMColumnText"/>
              <w:rPr>
                <w:sz w:val="20"/>
                <w:szCs w:val="20"/>
              </w:rPr>
            </w:pPr>
          </w:p>
          <w:p w:rsidR="007A3A2E" w:rsidRPr="007A3A2E" w:rsidRDefault="007A3A2E" w:rsidP="007A3A2E">
            <w:pPr>
              <w:pStyle w:val="CUSTOMBoldColumnHeading"/>
              <w:spacing w:after="60"/>
              <w:rPr>
                <w:sz w:val="20"/>
                <w:szCs w:val="20"/>
                <w:u w:val="single"/>
              </w:rPr>
            </w:pPr>
            <w:r w:rsidRPr="007A3A2E">
              <w:rPr>
                <w:sz w:val="20"/>
                <w:szCs w:val="20"/>
                <w:u w:val="single"/>
              </w:rPr>
              <w:t>Conclusion:</w:t>
            </w:r>
          </w:p>
          <w:p w:rsidR="007A3A2E" w:rsidRPr="007A3A2E" w:rsidRDefault="007A3A2E" w:rsidP="007A3A2E">
            <w:pPr>
              <w:pStyle w:val="CUSTOMColumnText"/>
              <w:rPr>
                <w:b/>
                <w:color w:val="FF0000"/>
                <w:sz w:val="20"/>
                <w:szCs w:val="20"/>
              </w:rPr>
            </w:pPr>
            <w:proofErr w:type="spellStart"/>
            <w:r w:rsidRPr="007A3A2E">
              <w:rPr>
                <w:b/>
                <w:color w:val="FF0000"/>
                <w:sz w:val="20"/>
                <w:szCs w:val="20"/>
              </w:rPr>
              <w:t>Limted</w:t>
            </w:r>
            <w:proofErr w:type="spellEnd"/>
            <w:r w:rsidRPr="007A3A2E">
              <w:rPr>
                <w:b/>
                <w:color w:val="FF0000"/>
                <w:sz w:val="20"/>
                <w:szCs w:val="20"/>
              </w:rPr>
              <w:t xml:space="preserve"> scan due to inability of the patient to stand </w:t>
            </w:r>
            <w:r>
              <w:rPr>
                <w:b/>
                <w:color w:val="FF0000"/>
                <w:sz w:val="20"/>
                <w:szCs w:val="20"/>
              </w:rPr>
              <w:t>straight</w:t>
            </w:r>
            <w:r w:rsidRPr="007A3A2E">
              <w:rPr>
                <w:b/>
                <w:color w:val="FF0000"/>
                <w:sz w:val="20"/>
                <w:szCs w:val="20"/>
              </w:rPr>
              <w:t xml:space="preserve"> and for adequate duration of the scan. The results may not be completely accurate.</w:t>
            </w:r>
          </w:p>
          <w:p w:rsidR="007A3A2E" w:rsidRDefault="007A3A2E" w:rsidP="007A3A2E">
            <w:pPr>
              <w:pStyle w:val="CUSTOMColumnText"/>
              <w:rPr>
                <w:b/>
                <w:sz w:val="20"/>
                <w:szCs w:val="20"/>
              </w:rPr>
            </w:pPr>
          </w:p>
          <w:p w:rsidR="007A3A2E" w:rsidRDefault="007A3A2E" w:rsidP="007A3A2E">
            <w:pPr>
              <w:pStyle w:val="CUSTOMColumnText"/>
              <w:rPr>
                <w:b/>
                <w:sz w:val="20"/>
                <w:szCs w:val="20"/>
              </w:rPr>
            </w:pPr>
            <w:r>
              <w:rPr>
                <w:b/>
                <w:sz w:val="20"/>
                <w:szCs w:val="20"/>
              </w:rPr>
              <w:t xml:space="preserve">RIGHT LEG: </w:t>
            </w:r>
          </w:p>
          <w:p w:rsidR="007A3A2E" w:rsidRPr="0023359E" w:rsidRDefault="007A3A2E" w:rsidP="007A3A2E">
            <w:pPr>
              <w:pStyle w:val="CUSTOMColumnText"/>
              <w:numPr>
                <w:ilvl w:val="0"/>
                <w:numId w:val="1"/>
              </w:numPr>
              <w:rPr>
                <w:b/>
                <w:sz w:val="20"/>
                <w:szCs w:val="20"/>
              </w:rPr>
            </w:pPr>
            <w:r w:rsidRPr="0023359E">
              <w:rPr>
                <w:b/>
                <w:sz w:val="20"/>
                <w:szCs w:val="20"/>
              </w:rPr>
              <w:t>Mild Popliteal vein reflux</w:t>
            </w:r>
          </w:p>
          <w:p w:rsidR="007A3A2E" w:rsidRPr="0023359E" w:rsidRDefault="007A3A2E" w:rsidP="007A3A2E">
            <w:pPr>
              <w:pStyle w:val="CUSTOMColumnText"/>
              <w:numPr>
                <w:ilvl w:val="0"/>
                <w:numId w:val="1"/>
              </w:numPr>
              <w:rPr>
                <w:b/>
                <w:sz w:val="20"/>
                <w:szCs w:val="20"/>
              </w:rPr>
            </w:pPr>
            <w:r w:rsidRPr="0023359E">
              <w:rPr>
                <w:b/>
                <w:sz w:val="20"/>
                <w:szCs w:val="20"/>
              </w:rPr>
              <w:t>Chronic Scarring proximal GSV. No GSV imaged in the calf (?Small)</w:t>
            </w:r>
          </w:p>
          <w:p w:rsidR="007A3A2E" w:rsidRPr="0023359E" w:rsidRDefault="007A3A2E" w:rsidP="007A3A2E">
            <w:pPr>
              <w:pStyle w:val="CUSTOMColumnText"/>
              <w:rPr>
                <w:b/>
                <w:sz w:val="20"/>
                <w:szCs w:val="20"/>
              </w:rPr>
            </w:pPr>
          </w:p>
          <w:p w:rsidR="007A3A2E" w:rsidRPr="0023359E" w:rsidRDefault="007A3A2E" w:rsidP="007A3A2E">
            <w:pPr>
              <w:pStyle w:val="CUSTOMColumnText"/>
              <w:rPr>
                <w:b/>
                <w:sz w:val="20"/>
                <w:szCs w:val="20"/>
              </w:rPr>
            </w:pPr>
            <w:r w:rsidRPr="0023359E">
              <w:rPr>
                <w:b/>
                <w:sz w:val="20"/>
                <w:szCs w:val="20"/>
              </w:rPr>
              <w:t>LEFT LEG:</w:t>
            </w:r>
          </w:p>
          <w:p w:rsidR="007A3A2E" w:rsidRPr="0023359E" w:rsidRDefault="007A3A2E" w:rsidP="007A3A2E">
            <w:pPr>
              <w:pStyle w:val="CUSTOMColumnText"/>
              <w:numPr>
                <w:ilvl w:val="0"/>
                <w:numId w:val="1"/>
              </w:numPr>
              <w:rPr>
                <w:b/>
                <w:sz w:val="20"/>
                <w:szCs w:val="20"/>
              </w:rPr>
            </w:pPr>
            <w:r w:rsidRPr="0023359E">
              <w:rPr>
                <w:b/>
                <w:sz w:val="20"/>
                <w:szCs w:val="20"/>
              </w:rPr>
              <w:t xml:space="preserve">Chronic GSV thrombus/scarring mid-thigh, knee and </w:t>
            </w:r>
            <w:proofErr w:type="spellStart"/>
            <w:r w:rsidRPr="0023359E">
              <w:rPr>
                <w:b/>
                <w:sz w:val="20"/>
                <w:szCs w:val="20"/>
              </w:rPr>
              <w:t>prox</w:t>
            </w:r>
            <w:proofErr w:type="spellEnd"/>
            <w:r w:rsidRPr="0023359E">
              <w:rPr>
                <w:b/>
                <w:sz w:val="20"/>
                <w:szCs w:val="20"/>
              </w:rPr>
              <w:t xml:space="preserve"> calf</w:t>
            </w:r>
          </w:p>
          <w:p w:rsidR="007A3A2E" w:rsidRPr="0023359E" w:rsidRDefault="007A3A2E" w:rsidP="007A3A2E">
            <w:pPr>
              <w:pStyle w:val="CUSTOMColumnText"/>
              <w:numPr>
                <w:ilvl w:val="0"/>
                <w:numId w:val="1"/>
              </w:numPr>
              <w:rPr>
                <w:b/>
                <w:sz w:val="20"/>
                <w:szCs w:val="20"/>
              </w:rPr>
            </w:pPr>
            <w:r w:rsidRPr="0023359E">
              <w:rPr>
                <w:b/>
                <w:sz w:val="20"/>
                <w:szCs w:val="20"/>
              </w:rPr>
              <w:t>Knee-proximal calf GSV incompetence and associated varicose vein</w:t>
            </w:r>
          </w:p>
          <w:p w:rsidR="0023359E" w:rsidRDefault="0023359E" w:rsidP="007A3A2E">
            <w:pPr>
              <w:pStyle w:val="CUSTOMColumnText"/>
              <w:numPr>
                <w:ilvl w:val="0"/>
                <w:numId w:val="1"/>
              </w:numPr>
              <w:rPr>
                <w:b/>
                <w:sz w:val="20"/>
                <w:szCs w:val="20"/>
              </w:rPr>
            </w:pPr>
            <w:r>
              <w:rPr>
                <w:b/>
                <w:sz w:val="20"/>
                <w:szCs w:val="20"/>
              </w:rPr>
              <w:t xml:space="preserve">Chronic scarring/wall thickening </w:t>
            </w:r>
            <w:proofErr w:type="spellStart"/>
            <w:r>
              <w:rPr>
                <w:b/>
                <w:sz w:val="20"/>
                <w:szCs w:val="20"/>
              </w:rPr>
              <w:t>Prox</w:t>
            </w:r>
            <w:proofErr w:type="spellEnd"/>
            <w:r>
              <w:rPr>
                <w:b/>
                <w:sz w:val="20"/>
                <w:szCs w:val="20"/>
              </w:rPr>
              <w:t>-mid SSV</w:t>
            </w:r>
          </w:p>
          <w:p w:rsidR="007A3A2E" w:rsidRPr="007A3A2E" w:rsidRDefault="007A3A2E" w:rsidP="007A3A2E">
            <w:pPr>
              <w:pStyle w:val="CUSTOMColumnText"/>
              <w:numPr>
                <w:ilvl w:val="0"/>
                <w:numId w:val="1"/>
              </w:numPr>
              <w:rPr>
                <w:b/>
                <w:sz w:val="20"/>
                <w:szCs w:val="20"/>
              </w:rPr>
            </w:pPr>
            <w:r w:rsidRPr="0023359E">
              <w:rPr>
                <w:b/>
                <w:sz w:val="20"/>
                <w:szCs w:val="20"/>
              </w:rPr>
              <w:t xml:space="preserve">Mid-calf SSV incompetence and associated </w:t>
            </w:r>
            <w:r w:rsidR="0023359E">
              <w:rPr>
                <w:b/>
                <w:sz w:val="20"/>
                <w:szCs w:val="20"/>
              </w:rPr>
              <w:t xml:space="preserve">small </w:t>
            </w:r>
            <w:proofErr w:type="spellStart"/>
            <w:r w:rsidRPr="0023359E">
              <w:rPr>
                <w:b/>
                <w:sz w:val="20"/>
                <w:szCs w:val="20"/>
              </w:rPr>
              <w:t>varices</w:t>
            </w:r>
            <w:proofErr w:type="spellEnd"/>
          </w:p>
        </w:tc>
      </w:tr>
    </w:tbl>
    <w:p w:rsidR="00F97841" w:rsidRPr="00D734B7" w:rsidRDefault="00F97841" w:rsidP="008C4F7F">
      <w:pPr>
        <w:pStyle w:val="CUSTOMNormal"/>
        <w:rPr>
          <w:sz w:val="20"/>
          <w:szCs w:val="20"/>
        </w:rPr>
      </w:pPr>
    </w:p>
    <w:sectPr w:rsidR="00F97841" w:rsidRPr="00D734B7" w:rsidSect="00021342">
      <w:headerReference w:type="default" r:id="rId8"/>
      <w:headerReference w:type="first" r:id="rId9"/>
      <w:footerReference w:type="first" r:id="rId10"/>
      <w:pgSz w:w="11906" w:h="16838" w:code="9"/>
      <w:pgMar w:top="2892" w:right="851" w:bottom="1134" w:left="851" w:header="1276" w:footer="284" w:gutter="0"/>
      <w:pgBorders w:offsetFrom="page">
        <w:top w:val="double" w:sz="4" w:space="20" w:color="000000"/>
        <w:left w:val="double" w:sz="4" w:space="20" w:color="000000"/>
        <w:bottom w:val="double" w:sz="4" w:space="20" w:color="000000"/>
        <w:right w:val="double" w:sz="4" w:space="20" w:color="000000"/>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359E" w:rsidRDefault="0023359E" w:rsidP="005748E3">
      <w:pPr>
        <w:spacing w:after="0" w:line="240" w:lineRule="auto"/>
      </w:pPr>
      <w:r>
        <w:separator/>
      </w:r>
    </w:p>
  </w:endnote>
  <w:endnote w:type="continuationSeparator" w:id="0">
    <w:p w:rsidR="0023359E" w:rsidRDefault="0023359E" w:rsidP="005748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359E" w:rsidRDefault="0023359E">
    <w:pPr>
      <w:pStyle w:val="Footer"/>
    </w:pPr>
    <w:r>
      <w:rPr>
        <w:noProof/>
        <w:lang w:eastAsia="en-GB"/>
      </w:rPr>
      <mc:AlternateContent>
        <mc:Choice Requires="wpg">
          <w:drawing>
            <wp:anchor distT="0" distB="0" distL="114300" distR="114300" simplePos="0" relativeHeight="251655168" behindDoc="0" locked="0" layoutInCell="1" allowOverlap="1">
              <wp:simplePos x="0" y="0"/>
              <wp:positionH relativeFrom="column">
                <wp:posOffset>1123315</wp:posOffset>
              </wp:positionH>
              <wp:positionV relativeFrom="paragraph">
                <wp:posOffset>-1043305</wp:posOffset>
              </wp:positionV>
              <wp:extent cx="4394200" cy="334645"/>
              <wp:effectExtent l="8890" t="13970" r="0" b="22860"/>
              <wp:wrapNone/>
              <wp:docPr id="1" name="Group 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94200" cy="334645"/>
                        <a:chOff x="1450" y="14461"/>
                        <a:chExt cx="6920" cy="527"/>
                      </a:xfrm>
                    </wpg:grpSpPr>
                    <wpg:grpSp>
                      <wpg:cNvPr id="2" name="Group 60"/>
                      <wpg:cNvGrpSpPr>
                        <a:grpSpLocks/>
                      </wpg:cNvGrpSpPr>
                      <wpg:grpSpPr bwMode="auto">
                        <a:xfrm>
                          <a:off x="3746" y="14517"/>
                          <a:ext cx="1534" cy="377"/>
                          <a:chOff x="3656" y="14517"/>
                          <a:chExt cx="1534" cy="377"/>
                        </a:xfrm>
                      </wpg:grpSpPr>
                      <wps:wsp>
                        <wps:cNvPr id="3" name="Rectangle 58"/>
                        <wps:cNvSpPr>
                          <a:spLocks noChangeArrowheads="1"/>
                        </wps:cNvSpPr>
                        <wps:spPr bwMode="auto">
                          <a:xfrm>
                            <a:off x="3656" y="14517"/>
                            <a:ext cx="369" cy="369"/>
                          </a:xfrm>
                          <a:prstGeom prst="rect">
                            <a:avLst/>
                          </a:prstGeom>
                          <a:solidFill>
                            <a:srgbClr val="ADE0F9"/>
                          </a:solidFill>
                          <a:ln w="6350">
                            <a:solidFill>
                              <a:srgbClr val="000000"/>
                            </a:solidFill>
                            <a:miter lim="800000"/>
                            <a:headEnd/>
                            <a:tailEnd/>
                          </a:ln>
                        </wps:spPr>
                        <wps:bodyPr rot="0" vert="horz" wrap="square" lIns="91440" tIns="45720" rIns="91440" bIns="45720" anchor="t" anchorCtr="0" upright="1">
                          <a:noAutofit/>
                        </wps:bodyPr>
                      </wps:wsp>
                      <wps:wsp>
                        <wps:cNvPr id="4" name="Text Box 59"/>
                        <wps:cNvSpPr txBox="1">
                          <a:spLocks noChangeArrowheads="1"/>
                        </wps:cNvSpPr>
                        <wps:spPr bwMode="auto">
                          <a:xfrm>
                            <a:off x="4139" y="14572"/>
                            <a:ext cx="1051" cy="32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23359E" w:rsidRPr="00B8442D" w:rsidRDefault="0023359E" w:rsidP="00130369">
                              <w:pPr>
                                <w:pStyle w:val="CUSTOMNormal"/>
                                <w:tabs>
                                  <w:tab w:val="left" w:pos="392"/>
                                </w:tabs>
                                <w:rPr>
                                  <w:sz w:val="14"/>
                                  <w:szCs w:val="14"/>
                                </w:rPr>
                              </w:pPr>
                              <w:r>
                                <w:rPr>
                                  <w:sz w:val="14"/>
                                  <w:szCs w:val="14"/>
                                </w:rPr>
                                <w:t>Competent superficial vein</w:t>
                              </w:r>
                            </w:p>
                          </w:txbxContent>
                        </wps:txbx>
                        <wps:bodyPr rot="0" vert="horz" wrap="square" lIns="0" tIns="0" rIns="0" bIns="0" anchor="t" anchorCtr="0" upright="1">
                          <a:spAutoFit/>
                        </wps:bodyPr>
                      </wps:wsp>
                    </wpg:grpSp>
                    <wpg:grpSp>
                      <wpg:cNvPr id="6" name="Group 67"/>
                      <wpg:cNvGrpSpPr>
                        <a:grpSpLocks/>
                      </wpg:cNvGrpSpPr>
                      <wpg:grpSpPr bwMode="auto">
                        <a:xfrm>
                          <a:off x="5512" y="14517"/>
                          <a:ext cx="1403" cy="377"/>
                          <a:chOff x="5512" y="14517"/>
                          <a:chExt cx="1403" cy="377"/>
                        </a:xfrm>
                      </wpg:grpSpPr>
                      <wps:wsp>
                        <wps:cNvPr id="7" name="Rectangle 62"/>
                        <wps:cNvSpPr>
                          <a:spLocks noChangeArrowheads="1"/>
                        </wps:cNvSpPr>
                        <wps:spPr bwMode="auto">
                          <a:xfrm>
                            <a:off x="5512" y="14517"/>
                            <a:ext cx="369" cy="369"/>
                          </a:xfrm>
                          <a:prstGeom prst="rect">
                            <a:avLst/>
                          </a:prstGeom>
                          <a:solidFill>
                            <a:srgbClr val="679AD1"/>
                          </a:solidFill>
                          <a:ln w="6350">
                            <a:solidFill>
                              <a:srgbClr val="000000"/>
                            </a:solidFill>
                            <a:miter lim="800000"/>
                            <a:headEnd/>
                            <a:tailEnd/>
                          </a:ln>
                        </wps:spPr>
                        <wps:bodyPr rot="0" vert="horz" wrap="square" lIns="91440" tIns="45720" rIns="91440" bIns="45720" anchor="t" anchorCtr="0" upright="1">
                          <a:noAutofit/>
                        </wps:bodyPr>
                      </wps:wsp>
                      <wps:wsp>
                        <wps:cNvPr id="8" name="Text Box 63"/>
                        <wps:cNvSpPr txBox="1">
                          <a:spLocks noChangeArrowheads="1"/>
                        </wps:cNvSpPr>
                        <wps:spPr bwMode="auto">
                          <a:xfrm>
                            <a:off x="5995" y="14572"/>
                            <a:ext cx="920" cy="32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23359E" w:rsidRPr="00B8442D" w:rsidRDefault="0023359E" w:rsidP="00130369">
                              <w:pPr>
                                <w:pStyle w:val="CUSTOMNormal"/>
                                <w:tabs>
                                  <w:tab w:val="left" w:pos="392"/>
                                </w:tabs>
                                <w:rPr>
                                  <w:sz w:val="14"/>
                                  <w:szCs w:val="14"/>
                                </w:rPr>
                              </w:pPr>
                              <w:r>
                                <w:rPr>
                                  <w:sz w:val="14"/>
                                  <w:szCs w:val="14"/>
                                </w:rPr>
                                <w:t>Competent deep vein</w:t>
                              </w:r>
                            </w:p>
                          </w:txbxContent>
                        </wps:txbx>
                        <wps:bodyPr rot="0" vert="horz" wrap="square" lIns="0" tIns="0" rIns="0" bIns="0" anchor="t" anchorCtr="0" upright="1">
                          <a:spAutoFit/>
                        </wps:bodyPr>
                      </wps:wsp>
                    </wpg:grpSp>
                    <wpg:grpSp>
                      <wpg:cNvPr id="9" name="Group 64"/>
                      <wpg:cNvGrpSpPr>
                        <a:grpSpLocks/>
                      </wpg:cNvGrpSpPr>
                      <wpg:grpSpPr bwMode="auto">
                        <a:xfrm>
                          <a:off x="7046" y="14517"/>
                          <a:ext cx="1324" cy="377"/>
                          <a:chOff x="2299" y="14517"/>
                          <a:chExt cx="1324" cy="377"/>
                        </a:xfrm>
                      </wpg:grpSpPr>
                      <wps:wsp>
                        <wps:cNvPr id="10" name="Rectangle 65"/>
                        <wps:cNvSpPr>
                          <a:spLocks noChangeArrowheads="1"/>
                        </wps:cNvSpPr>
                        <wps:spPr bwMode="auto">
                          <a:xfrm>
                            <a:off x="2299" y="14517"/>
                            <a:ext cx="369" cy="369"/>
                          </a:xfrm>
                          <a:prstGeom prst="rect">
                            <a:avLst/>
                          </a:prstGeom>
                          <a:solidFill>
                            <a:srgbClr val="FFFF00"/>
                          </a:solidFill>
                          <a:ln w="6350">
                            <a:solidFill>
                              <a:srgbClr val="000000"/>
                            </a:solidFill>
                            <a:miter lim="800000"/>
                            <a:headEnd/>
                            <a:tailEnd/>
                          </a:ln>
                        </wps:spPr>
                        <wps:bodyPr rot="0" vert="horz" wrap="square" lIns="91440" tIns="45720" rIns="91440" bIns="45720" anchor="t" anchorCtr="0" upright="1">
                          <a:noAutofit/>
                        </wps:bodyPr>
                      </wps:wsp>
                      <wps:wsp>
                        <wps:cNvPr id="11" name="Text Box 66"/>
                        <wps:cNvSpPr txBox="1">
                          <a:spLocks noChangeArrowheads="1"/>
                        </wps:cNvSpPr>
                        <wps:spPr bwMode="auto">
                          <a:xfrm>
                            <a:off x="2782" y="14572"/>
                            <a:ext cx="841" cy="32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23359E" w:rsidRPr="00B8442D" w:rsidRDefault="0023359E" w:rsidP="00130369">
                              <w:pPr>
                                <w:pStyle w:val="CUSTOMNormal"/>
                                <w:tabs>
                                  <w:tab w:val="left" w:pos="392"/>
                                </w:tabs>
                                <w:rPr>
                                  <w:sz w:val="14"/>
                                  <w:szCs w:val="14"/>
                                </w:rPr>
                              </w:pPr>
                              <w:r w:rsidRPr="00B8442D">
                                <w:rPr>
                                  <w:sz w:val="14"/>
                                  <w:szCs w:val="14"/>
                                </w:rPr>
                                <w:t>Deep vein scarring</w:t>
                              </w:r>
                            </w:p>
                          </w:txbxContent>
                        </wps:txbx>
                        <wps:bodyPr rot="0" vert="horz" wrap="square" lIns="0" tIns="0" rIns="0" bIns="0" anchor="t" anchorCtr="0" upright="1">
                          <a:spAutoFit/>
                        </wps:bodyPr>
                      </wps:wsp>
                    </wpg:grpSp>
                    <wpg:grpSp>
                      <wpg:cNvPr id="12" name="Group 69"/>
                      <wpg:cNvGrpSpPr>
                        <a:grpSpLocks/>
                      </wpg:cNvGrpSpPr>
                      <wpg:grpSpPr bwMode="auto">
                        <a:xfrm>
                          <a:off x="1450" y="14461"/>
                          <a:ext cx="2185" cy="527"/>
                          <a:chOff x="1180" y="14461"/>
                          <a:chExt cx="2185" cy="527"/>
                        </a:xfrm>
                      </wpg:grpSpPr>
                      <wps:wsp>
                        <wps:cNvPr id="13" name="Rectangle 52"/>
                        <wps:cNvSpPr>
                          <a:spLocks noChangeArrowheads="1"/>
                        </wps:cNvSpPr>
                        <wps:spPr bwMode="auto">
                          <a:xfrm>
                            <a:off x="1180" y="14517"/>
                            <a:ext cx="369" cy="369"/>
                          </a:xfrm>
                          <a:prstGeom prst="rect">
                            <a:avLst/>
                          </a:prstGeom>
                          <a:solidFill>
                            <a:srgbClr val="FF0000"/>
                          </a:solidFill>
                          <a:ln w="6350">
                            <a:solidFill>
                              <a:srgbClr val="000000"/>
                            </a:solidFill>
                            <a:miter lim="800000"/>
                            <a:headEnd/>
                            <a:tailEnd/>
                          </a:ln>
                        </wps:spPr>
                        <wps:bodyPr rot="0" vert="horz" wrap="square" lIns="91440" tIns="45720" rIns="91440" bIns="45720" anchor="t" anchorCtr="0" upright="1">
                          <a:noAutofit/>
                        </wps:bodyPr>
                      </wps:wsp>
                      <wps:wsp>
                        <wps:cNvPr id="14" name="Text Box 53"/>
                        <wps:cNvSpPr txBox="1">
                          <a:spLocks noChangeArrowheads="1"/>
                        </wps:cNvSpPr>
                        <wps:spPr bwMode="auto">
                          <a:xfrm>
                            <a:off x="1833" y="14572"/>
                            <a:ext cx="1532" cy="32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23359E" w:rsidRPr="00B8442D" w:rsidRDefault="0023359E" w:rsidP="00130369">
                              <w:pPr>
                                <w:pStyle w:val="CUSTOMNormal"/>
                                <w:tabs>
                                  <w:tab w:val="left" w:pos="392"/>
                                </w:tabs>
                                <w:rPr>
                                  <w:sz w:val="14"/>
                                  <w:szCs w:val="14"/>
                                </w:rPr>
                              </w:pPr>
                              <w:r>
                                <w:rPr>
                                  <w:sz w:val="14"/>
                                  <w:szCs w:val="14"/>
                                </w:rPr>
                                <w:t>Arrow down and red colour denotes reflux</w:t>
                              </w:r>
                            </w:p>
                          </w:txbxContent>
                        </wps:txbx>
                        <wps:bodyPr rot="0" vert="horz" wrap="square" lIns="0" tIns="0" rIns="0" bIns="0" anchor="t" anchorCtr="0" upright="1">
                          <a:spAutoFit/>
                        </wps:bodyPr>
                      </wps:wsp>
                      <wps:wsp>
                        <wps:cNvPr id="15" name="AutoShape 68"/>
                        <wps:cNvCnPr>
                          <a:cxnSpLocks noChangeShapeType="1"/>
                        </wps:cNvCnPr>
                        <wps:spPr bwMode="auto">
                          <a:xfrm>
                            <a:off x="1679" y="14461"/>
                            <a:ext cx="0" cy="527"/>
                          </a:xfrm>
                          <a:prstGeom prst="straightConnector1">
                            <a:avLst/>
                          </a:prstGeom>
                          <a:noFill/>
                          <a:ln w="12700">
                            <a:solidFill>
                              <a:srgbClr val="FF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0C0C0"/>
                                  </a:outerShdw>
                                </a:effectLst>
                              </a14:hiddenEffects>
                            </a:ext>
                          </a:extLst>
                        </wps:spPr>
                        <wps:bodyPr/>
                      </wps:wsp>
                    </wpg:grpSp>
                  </wpg:wgp>
                </a:graphicData>
              </a:graphic>
              <wp14:sizeRelH relativeFrom="page">
                <wp14:pctWidth>0</wp14:pctWidth>
              </wp14:sizeRelH>
              <wp14:sizeRelV relativeFrom="page">
                <wp14:pctHeight>0</wp14:pctHeight>
              </wp14:sizeRelV>
            </wp:anchor>
          </w:drawing>
        </mc:Choice>
        <mc:Fallback>
          <w:pict>
            <v:group id="Group 70" o:spid="_x0000_s1030" style="position:absolute;margin-left:88.45pt;margin-top:-82.15pt;width:346pt;height:26.35pt;z-index:251655168" coordorigin="1450,14461" coordsize="6920,5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">
              <v:group id="Group 60" o:spid="_x0000_s1031" style="position:absolute;left:3746;top:14517;width:1534;height:377" coordorigin="3656,14517" coordsize="1534,37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rect id="Rectangle 58" o:spid="_x0000_s1032" style="position:absolute;left:3656;top:14517;width:369;height:3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yn6VcEA&#10;AADaAAAADwAAAGRycy9kb3ducmV2LnhtbESPQYvCMBSE78L+h/AWvIimKqh0jbKIgp60Knh9NM+2&#10;2LyUJtb6740geBxm5htmvmxNKRqqXWFZwXAQgSBOrS44U3A+bfozEM4jaywtk4InOVgufjpzjLV9&#10;cELN0WciQNjFqCD3voqldGlOBt3AVsTBu9raoA+yzqSu8RHgppSjKJpIgwWHhRwrWuWU3o53o2A/&#10;bqa33m671k8cXk7TRI4O171S3d/2/w+Ep9Z/w5/2VisYw/tKuAFy8Q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Mp+lXBAAAA2gAAAA8AAAAAAAAAAAAAAAAAmAIAAGRycy9kb3du&#10;cmV2LnhtbFBLBQYAAAAABAAEAPUAAACGAwAAAAA=&#10;" fillcolor="#ade0f9" strokeweight=".5pt"/>
                <v:shapetype id="_x0000_t202" coordsize="21600,21600" o:spt="202" path="m,l,21600r21600,l21600,xe">
                  <v:stroke joinstyle="miter"/>
                  <v:path gradientshapeok="t" o:connecttype="rect"/>
                </v:shapetype>
                <v:shape id="Text Box 59" o:spid="_x0000_s1033" type="#_x0000_t202" style="position:absolute;left:4139;top:14572;width:1051;height:3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rrIsAA&#10;AADaAAAADwAAAGRycy9kb3ducmV2LnhtbERPXWvCMBR9F/Yfwh3sTdPJGNKZljGmiD6tjrHHS3Pb&#10;VJub0sRa/fXLQPDxcL6X+WhbMVDvG8cKnmcJCOLS6YZrBd/71XQBwgdkja1jUnAhD3n2MFliqt2Z&#10;v2goQi1iCPsUFZgQulRKXxqy6GeuI45c5XqLIcK+lrrHcwy3rZwnyau02HBsMNjRh6HyWJxsnPGz&#10;S+z6Wplfu8XKF2Y/rD8PSj09ju9vIAKN4S6+uTdawQv8X4l+kNk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MrrIsAAAADaAAAADwAAAAAAAAAAAAAAAACYAgAAZHJzL2Rvd25y&#10;ZXYueG1sUEsFBgAAAAAEAAQA9QAAAIUDAAAAAA==&#10;" filled="f" stroked="f" strokeweight=".5pt">
                  <v:textbox style="mso-fit-shape-to-text:t" inset="0,0,0,0">
                    <w:txbxContent>
                      <w:p w:rsidR="0023359E" w:rsidRPr="00B8442D" w:rsidRDefault="0023359E" w:rsidP="00130369">
                        <w:pPr>
                          <w:pStyle w:val="CUSTOMNormal"/>
                          <w:tabs>
                            <w:tab w:val="left" w:pos="392"/>
                          </w:tabs>
                          <w:rPr>
                            <w:sz w:val="14"/>
                            <w:szCs w:val="14"/>
                          </w:rPr>
                        </w:pPr>
                        <w:r>
                          <w:rPr>
                            <w:sz w:val="14"/>
                            <w:szCs w:val="14"/>
                          </w:rPr>
                          <w:t>Competent superficial vein</w:t>
                        </w:r>
                      </w:p>
                    </w:txbxContent>
                  </v:textbox>
                </v:shape>
              </v:group>
              <v:group id="Group 67" o:spid="_x0000_s1034" style="position:absolute;left:5512;top:14517;width:1403;height:377" coordorigin="5512,14517" coordsize="1403,37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v:rect id="Rectangle 62" o:spid="_x0000_s1035" style="position:absolute;left:5512;top:14517;width:369;height:3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GihcQA&#10;AADaAAAADwAAAGRycy9kb3ducmV2LnhtbESPQUsDMRSE74L/ITzBm03aQ1vWpktRiiKItPWgt8fm&#10;NVl287IksV399UYQehxm5htmVY++FyeKqQ2sYTpRIIibYFq2Gt4P27sliJSRDfaBScM3JajX11cr&#10;rEw4845O+2xFgXCqUIPLeaikTI0jj2kSBuLiHUP0mIuMVpqI5wL3vZwpNZceWy4LDgd6cNR0+y+v&#10;4dEd7Bs/zZvP8eN1al9UVD/dQuvbm3FzDyLTmC/h//az0bCAvyvlBsj1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chooXEAAAA2gAAAA8AAAAAAAAAAAAAAAAAmAIAAGRycy9k&#10;b3ducmV2LnhtbFBLBQYAAAAABAAEAPUAAACJAwAAAAA=&#10;" fillcolor="#679ad1" strokeweight=".5pt"/>
                <v:shape id="Text Box 63" o:spid="_x0000_s1036" type="#_x0000_t202" style="position:absolute;left:5995;top:14572;width:920;height:3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YfhJ78A&#10;AADaAAAADwAAAGRycy9kb3ducmV2LnhtbERPTWvCQBC9F/wPywi91Y09lBJdpYiK6KlRpMchO8mm&#10;zc6G7DbG/vrOodDj430v16Nv1UB9bAIbmM8yUMRlsA3XBi7n3dMrqJiQLbaBycCdIqxXk4cl5jbc&#10;+J2GItVKQjjmaMCl1OVax9KRxzgLHbFwVeg9JoF9rW2PNwn3rX7OshftsWFpcNjRxlH5VXx7mXE9&#10;ZX7/U7kPf8QqFu487LefxjxOx7cFqERj+hf/uQ/WgGyVK+IHvfo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Zh+EnvwAAANoAAAAPAAAAAAAAAAAAAAAAAJgCAABkcnMvZG93bnJl&#10;di54bWxQSwUGAAAAAAQABAD1AAAAhAMAAAAA&#10;" filled="f" stroked="f" strokeweight=".5pt">
                  <v:textbox style="mso-fit-shape-to-text:t" inset="0,0,0,0">
                    <w:txbxContent>
                      <w:p w:rsidR="0023359E" w:rsidRPr="00B8442D" w:rsidRDefault="0023359E" w:rsidP="00130369">
                        <w:pPr>
                          <w:pStyle w:val="CUSTOMNormal"/>
                          <w:tabs>
                            <w:tab w:val="left" w:pos="392"/>
                          </w:tabs>
                          <w:rPr>
                            <w:sz w:val="14"/>
                            <w:szCs w:val="14"/>
                          </w:rPr>
                        </w:pPr>
                        <w:r>
                          <w:rPr>
                            <w:sz w:val="14"/>
                            <w:szCs w:val="14"/>
                          </w:rPr>
                          <w:t>Competent deep vein</w:t>
                        </w:r>
                      </w:p>
                    </w:txbxContent>
                  </v:textbox>
                </v:shape>
              </v:group>
              <v:group id="Group 64" o:spid="_x0000_s1037" style="position:absolute;left:7046;top:14517;width:1324;height:377" coordorigin="2299,14517" coordsize="1324,37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rect id="Rectangle 65" o:spid="_x0000_s1038" style="position:absolute;left:2299;top:14517;width:369;height:3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Rh0q8MA&#10;AADbAAAADwAAAGRycy9kb3ducmV2LnhtbESPQYvCQAyF7wv+hyGCt3WqB3Gro4ggiIq763rxFjqx&#10;rXYypTNq/febg+At4b2892U6b12l7tSE0rOBQT8BRZx5W3Ju4Pi3+hyDChHZYuWZDDwpwHzW+Zhi&#10;av2Df+l+iLmSEA4pGihirFOtQ1aQw9D3NbFoZ984jLI2ubYNPiTcVXqYJCPtsGRpKLCmZUHZ9XBz&#10;BoJ/JqvT9/7H3S6h9nprs83uy5het11MQEVq49v8ul5bwRd6+UUG0L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Rh0q8MAAADbAAAADwAAAAAAAAAAAAAAAACYAgAAZHJzL2Rv&#10;d25yZXYueG1sUEsFBgAAAAAEAAQA9QAAAIgDAAAAAA==&#10;" fillcolor="yellow" strokeweight=".5pt"/>
                <v:shape id="Text Box 66" o:spid="_x0000_s1039" type="#_x0000_t202" style="position:absolute;left:2782;top:14572;width:841;height:3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1UjYcQA&#10;AADbAAAADwAAAGRycy9kb3ducmV2LnhtbESPQWvDMAyF74X9B6NBb62THcbI4oYytjLWU9MydhSx&#10;EmeN5RB7adpfXw8KvUm89z095cVkOzHS4FvHCtJlAoK4crrlRsFh/7F4AeEDssbOMSk4k4di9TDL&#10;MdPuxDsay9CIGMI+QwUmhD6T0leGLPql64mjVrvBYojr0Eg94CmG204+JcmztNhyvGCwpzdD1bH8&#10;s7HG9zaxm0ttfuwX1r40+3Hz/qvU/HFav4IINIW7+UZ/6sil8P9LHECur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NVI2HEAAAA2wAAAA8AAAAAAAAAAAAAAAAAmAIAAGRycy9k&#10;b3ducmV2LnhtbFBLBQYAAAAABAAEAPUAAACJAwAAAAA=&#10;" filled="f" stroked="f" strokeweight=".5pt">
                  <v:textbox style="mso-fit-shape-to-text:t" inset="0,0,0,0">
                    <w:txbxContent>
                      <w:p w:rsidR="0023359E" w:rsidRPr="00B8442D" w:rsidRDefault="0023359E" w:rsidP="00130369">
                        <w:pPr>
                          <w:pStyle w:val="CUSTOMNormal"/>
                          <w:tabs>
                            <w:tab w:val="left" w:pos="392"/>
                          </w:tabs>
                          <w:rPr>
                            <w:sz w:val="14"/>
                            <w:szCs w:val="14"/>
                          </w:rPr>
                        </w:pPr>
                        <w:r w:rsidRPr="00B8442D">
                          <w:rPr>
                            <w:sz w:val="14"/>
                            <w:szCs w:val="14"/>
                          </w:rPr>
                          <w:t>Deep vein scarring</w:t>
                        </w:r>
                      </w:p>
                    </w:txbxContent>
                  </v:textbox>
                </v:shape>
              </v:group>
              <v:group id="Group 69" o:spid="_x0000_s1040" style="position:absolute;left:1450;top:14461;width:2185;height:527" coordorigin="1180,14461" coordsize="2185,5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cqP59sEAAADbAAAADwAA&#10;AAAAAAAAAAAAAACqAgAAZHJzL2Rvd25yZXYueG1sUEsFBgAAAAAEAAQA+gAAAJgDAAAAAA==&#10;">
                <v:rect id="Rectangle 52" o:spid="_x0000_s1041" style="position:absolute;left:1180;top:14517;width:369;height:3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UGBsIA&#10;AADbAAAADwAAAGRycy9kb3ducmV2LnhtbERPTYvCMBC9L/gfwgheRFMVdrUaRRYFD3vRKl6HZmyq&#10;zaTbRO3++82CsLd5vM9ZrFpbiQc1vnSsYDRMQBDnTpdcKDhm28EUhA/IGivHpOCHPKyWnbcFpto9&#10;eU+PQyhEDGGfogITQp1K6XNDFv3Q1cSRu7jGYoiwKaRu8BnDbSXHSfIuLZYcGwzW9Gkovx3uVsE6&#10;O4+93bTf5rQ99WfZVz/7uN6V6nXb9RxEoDb8i1/unY7zJ/D3SzxAL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dQYGwgAAANsAAAAPAAAAAAAAAAAAAAAAAJgCAABkcnMvZG93&#10;bnJldi54bWxQSwUGAAAAAAQABAD1AAAAhwMAAAAA&#10;" fillcolor="red" strokeweight=".5pt"/>
                <v:shape id="Text Box 53" o:spid="_x0000_s1042" type="#_x0000_t202" style="position:absolute;left:1833;top:14572;width:1532;height:3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yKA+cQA&#10;AADbAAAADwAAAGRycy9kb3ducmV2LnhtbESPQWvCQBCF70L/wzKF3nRTKUVSN6GUKqKnxlJ6HLKT&#10;bDQ7G7JrjP76bkHwNsN735s3y3y0rRio941jBc+zBARx6XTDtYLv/Wq6AOEDssbWMSm4kIc8e5gs&#10;MdXuzF80FKEWMYR9igpMCF0qpS8NWfQz1xFHrXK9xRDXvpa6x3MMt62cJ8mrtNhwvGCwow9D5bE4&#10;2VjjZ5fY9bUyv3aLlS/Mflh/HpR6ehzf30AEGsPdfKM3OnIv8P9LHEBm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MigPnEAAAA2wAAAA8AAAAAAAAAAAAAAAAAmAIAAGRycy9k&#10;b3ducmV2LnhtbFBLBQYAAAAABAAEAPUAAACJAwAAAAA=&#10;" filled="f" stroked="f" strokeweight=".5pt">
                  <v:textbox style="mso-fit-shape-to-text:t" inset="0,0,0,0">
                    <w:txbxContent>
                      <w:p w:rsidR="0023359E" w:rsidRPr="00B8442D" w:rsidRDefault="0023359E" w:rsidP="00130369">
                        <w:pPr>
                          <w:pStyle w:val="CUSTOMNormal"/>
                          <w:tabs>
                            <w:tab w:val="left" w:pos="392"/>
                          </w:tabs>
                          <w:rPr>
                            <w:sz w:val="14"/>
                            <w:szCs w:val="14"/>
                          </w:rPr>
                        </w:pPr>
                        <w:r>
                          <w:rPr>
                            <w:sz w:val="14"/>
                            <w:szCs w:val="14"/>
                          </w:rPr>
                          <w:t>Arrow down and red colour denotes reflux</w:t>
                        </w:r>
                      </w:p>
                    </w:txbxContent>
                  </v:textbox>
                </v:shape>
                <v:shapetype id="_x0000_t32" coordsize="21600,21600" o:spt="32" o:oned="t" path="m,l21600,21600e" filled="f">
                  <v:path arrowok="t" fillok="f" o:connecttype="none"/>
                  <o:lock v:ext="edit" shapetype="t"/>
                </v:shapetype>
                <v:shape id="AutoShape 68" o:spid="_x0000_s1043" type="#_x0000_t32" style="position:absolute;left:1679;top:14461;width:0;height:52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gvYssAAAADbAAAADwAAAGRycy9kb3ducmV2LnhtbERPzYrCMBC+C75DGGFvmup211KNIssK&#10;i6e16wMMzdgWm0lpYqxvbxYEb/Px/c56O5hWBOpdY1nBfJaAIC6tbrhScPrbTzMQziNrbC2Tgjs5&#10;2G7GozXm2t74SKHwlYgh7HJUUHvf5VK6siaDbmY74sidbW/QR9hXUvd4i+GmlYsk+ZQGG44NNXb0&#10;VVN5Ka5GwQKPRToPafqdLe+X95AcfrNwUOptMuxWIDwN/iV+un90nP8B/7/EA+Tm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YL2LLAAAAA2wAAAA8AAAAAAAAAAAAAAAAA&#10;oQIAAGRycy9kb3ducmV2LnhtbFBLBQYAAAAABAAEAPkAAACOAwAAAAA=&#10;" strokecolor="red" strokeweight="1pt">
                  <v:stroke endarrow="block"/>
                  <v:shadow color="silver"/>
                </v:shape>
              </v:group>
            </v:group>
          </w:pict>
        </mc:Fallback>
      </mc:AlternateContent>
    </w:r>
    <w:r>
      <w:rPr>
        <w:noProof/>
        <w:lang w:eastAsia="en-GB"/>
      </w:rPr>
      <w:drawing>
        <wp:anchor distT="0" distB="0" distL="114300" distR="114300" simplePos="0" relativeHeight="251656192" behindDoc="1" locked="1" layoutInCell="1" allowOverlap="1">
          <wp:simplePos x="0" y="0"/>
          <wp:positionH relativeFrom="page">
            <wp:posOffset>2881630</wp:posOffset>
          </wp:positionH>
          <wp:positionV relativeFrom="page">
            <wp:posOffset>9822180</wp:posOffset>
          </wp:positionV>
          <wp:extent cx="1764030" cy="502285"/>
          <wp:effectExtent l="0" t="0" r="762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4030" cy="50228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359E" w:rsidRDefault="0023359E" w:rsidP="005748E3">
      <w:pPr>
        <w:spacing w:after="0" w:line="240" w:lineRule="auto"/>
      </w:pPr>
      <w:r>
        <w:separator/>
      </w:r>
    </w:p>
  </w:footnote>
  <w:footnote w:type="continuationSeparator" w:id="0">
    <w:p w:rsidR="0023359E" w:rsidRDefault="0023359E" w:rsidP="005748E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359E" w:rsidRDefault="0023359E" w:rsidP="00F97841">
    <w:pPr>
      <w:pStyle w:val="CUSTOMHeaderSpacer"/>
    </w:pPr>
    <w:r>
      <w:rPr>
        <w:noProof/>
        <w:lang w:eastAsia="en-GB"/>
      </w:rPr>
      <mc:AlternateContent>
        <mc:Choice Requires="wpg">
          <w:drawing>
            <wp:anchor distT="0" distB="0" distL="114300" distR="114300" simplePos="0" relativeHeight="251661312" behindDoc="1" locked="1" layoutInCell="0" allowOverlap="1">
              <wp:simplePos x="0" y="0"/>
              <wp:positionH relativeFrom="page">
                <wp:posOffset>540385</wp:posOffset>
              </wp:positionH>
              <wp:positionV relativeFrom="page">
                <wp:posOffset>583565</wp:posOffset>
              </wp:positionV>
              <wp:extent cx="6484620" cy="1017270"/>
              <wp:effectExtent l="0" t="2540" r="4445" b="0"/>
              <wp:wrapNone/>
              <wp:docPr id="24" name="Group 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84620" cy="1017270"/>
                        <a:chOff x="850" y="918"/>
                        <a:chExt cx="10212" cy="1602"/>
                      </a:xfrm>
                    </wpg:grpSpPr>
                    <pic:pic xmlns:pic="http://schemas.openxmlformats.org/drawingml/2006/picture">
                      <pic:nvPicPr>
                        <pic:cNvPr id="25" name="Picture 8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850" y="918"/>
                          <a:ext cx="3317" cy="1401"/>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6" name="Picture 8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8227" y="1701"/>
                          <a:ext cx="2835" cy="819"/>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Group 85" o:spid="_x0000_s1026" style="position:absolute;margin-left:42.55pt;margin-top:45.95pt;width:510.6pt;height:80.1pt;z-index:-251655168;mso-position-horizontal-relative:page;mso-position-vertical-relative:page" coordorigin="850,918" coordsize="10212,1602"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" o:allowincell="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6" o:spid="_x0000_s1027" type="#_x0000_t75" style="position:absolute;left:850;top:918;width:3317;height:140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6+lr3CAAAA2wAAAA8AAABkcnMvZG93bnJldi54bWxEj19rwjAUxd8Fv0O4A19kphYmpRplygY+&#10;DaZlz9fk2pY2N6WJtX77ZTDw8XD+/Dib3WhbMVDva8cKlosEBLF2puZSQXH+fM1A+IBssHVMCh7k&#10;YbedTjaYG3fnbxpOoRRxhH2OCqoQulxKryuy6BeuI47e1fUWQ5R9KU2P9zhuW5kmyUparDkSKuzo&#10;UJFuTjcbIVe+Ze08vWRN8bH/+sn0cWi0UrOX8X0NItAYnuH/9tEoSN/g70v8AXL7C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Ovpa9wgAAANsAAAAPAAAAAAAAAAAAAAAAAJ8C&#10;AABkcnMvZG93bnJldi54bWxQSwUGAAAAAAQABAD3AAAAjgMAAAAA&#10;">
                <v:imagedata r:id="rId3" o:title=""/>
              </v:shape>
              <v:shape id="Picture 87" o:spid="_x0000_s1028" type="#_x0000_t75" style="position:absolute;left:8227;top:1701;width:2835;height:81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fCZ4nEAAAA2wAAAA8AAABkcnMvZG93bnJldi54bWxEj09rwkAUxO+FfoflFXqrm0oIkrqKLVqk&#10;h2BivT+yL38w+zbNriZ++26h4HGYmd8wy/VkOnGlwbWWFbzOIhDEpdUt1wq+j7uXBQjnkTV2lknB&#10;jRysV48PS0y1HTmna+FrESDsUlTQeN+nUrqyIYNuZnvi4FV2MOiDHGqpBxwD3HRyHkWJNNhyWGiw&#10;p4+GynNxMQqqn131dcg9vn/G5yI+bbMDLTKlnp+mzRsIT5O/h//be61gnsDfl/AD5OoX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DfCZ4nEAAAA2wAAAA8AAAAAAAAAAAAAAAAA&#10;nwIAAGRycy9kb3ducmV2LnhtbFBLBQYAAAAABAAEAPcAAACQAwAAAAA=&#10;">
                <v:imagedata r:id="rId4" o:title=""/>
              </v:shape>
              <w10:wrap anchorx="page" anchory="page"/>
              <w10:anchorlock/>
            </v:group>
          </w:pict>
        </mc:Fallback>
      </mc:AlternateContent>
    </w:r>
    <w:r>
      <w:rPr>
        <w:noProof/>
        <w:lang w:eastAsia="en-GB"/>
      </w:rPr>
      <w:drawing>
        <wp:anchor distT="0" distB="0" distL="114300" distR="114300" simplePos="0" relativeHeight="251659264" behindDoc="1" locked="1" layoutInCell="1" allowOverlap="1">
          <wp:simplePos x="0" y="0"/>
          <wp:positionH relativeFrom="page">
            <wp:posOffset>2880360</wp:posOffset>
          </wp:positionH>
          <wp:positionV relativeFrom="page">
            <wp:posOffset>9822180</wp:posOffset>
          </wp:positionV>
          <wp:extent cx="1764030" cy="502285"/>
          <wp:effectExtent l="0" t="0" r="7620" b="0"/>
          <wp:wrapNone/>
          <wp:docPr id="23"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764030" cy="50228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en-GB"/>
      </w:rPr>
      <mc:AlternateContent>
        <mc:Choice Requires="wps">
          <w:drawing>
            <wp:anchor distT="45720" distB="45720" distL="114300" distR="114300" simplePos="0" relativeHeight="251658240" behindDoc="1" locked="1" layoutInCell="1" allowOverlap="1">
              <wp:simplePos x="0" y="0"/>
              <wp:positionH relativeFrom="page">
                <wp:posOffset>540385</wp:posOffset>
              </wp:positionH>
              <wp:positionV relativeFrom="page">
                <wp:posOffset>10031095</wp:posOffset>
              </wp:positionV>
              <wp:extent cx="6480175" cy="288290"/>
              <wp:effectExtent l="0" t="1270" r="0" b="0"/>
              <wp:wrapNone/>
              <wp:docPr id="22"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0175" cy="288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3359E" w:rsidRDefault="0023359E" w:rsidP="009F19EF">
                          <w:pPr>
                            <w:pStyle w:val="CUSTOMFooterAddress"/>
                          </w:pPr>
                          <w:r>
                            <w:t>Vascular Lab | Main Outpatients Building | Level 1 | Lewisham Hospital | SE13 6LH | Ext: 3425</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4" o:spid="_x0000_s1026" type="#_x0000_t202" style="position:absolute;margin-left:42.55pt;margin-top:789.85pt;width:510.25pt;height:22.7pt;z-index:-251658240;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" filled="f" stroked="f">
              <v:textbox inset="0,0,0,0">
                <w:txbxContent>
                  <w:p w:rsidR="0023359E" w:rsidRDefault="0023359E" w:rsidP="009F19EF">
                    <w:pPr>
                      <w:pStyle w:val="CUSTOMFooterAddress"/>
                    </w:pPr>
                    <w:r>
                      <w:t>Vascular Lab | Main Outpatients Building | Level 1 | Lewisham Hospital | SE13 6LH | Ext: 3425</w:t>
                    </w:r>
                  </w:p>
                </w:txbxContent>
              </v:textbox>
              <w10:wrap anchorx="page" anchory="page"/>
              <w10:anchorlock/>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359E" w:rsidRDefault="0023359E">
    <w:pPr>
      <w:pStyle w:val="Header"/>
    </w:pPr>
    <w:r>
      <w:rPr>
        <w:noProof/>
        <w:lang w:eastAsia="en-GB"/>
      </w:rPr>
      <mc:AlternateContent>
        <mc:Choice Requires="wpg">
          <w:drawing>
            <wp:anchor distT="0" distB="0" distL="114300" distR="114300" simplePos="0" relativeHeight="251660288" behindDoc="1" locked="1" layoutInCell="0" allowOverlap="1" wp14:anchorId="4EF8E261" wp14:editId="3D11926F">
              <wp:simplePos x="0" y="0"/>
              <wp:positionH relativeFrom="page">
                <wp:posOffset>540385</wp:posOffset>
              </wp:positionH>
              <wp:positionV relativeFrom="page">
                <wp:posOffset>583565</wp:posOffset>
              </wp:positionV>
              <wp:extent cx="6484620" cy="1017270"/>
              <wp:effectExtent l="0" t="2540" r="4445" b="0"/>
              <wp:wrapNone/>
              <wp:docPr id="19" name="Group 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84620" cy="1017270"/>
                        <a:chOff x="850" y="918"/>
                        <a:chExt cx="10212" cy="1602"/>
                      </a:xfrm>
                    </wpg:grpSpPr>
                    <pic:pic xmlns:pic="http://schemas.openxmlformats.org/drawingml/2006/picture">
                      <pic:nvPicPr>
                        <pic:cNvPr id="20" name="Picture 8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850" y="918"/>
                          <a:ext cx="3317" cy="1401"/>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1" name="Picture 8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8227" y="1701"/>
                          <a:ext cx="2835" cy="819"/>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Group 82" o:spid="_x0000_s1026" style="position:absolute;margin-left:42.55pt;margin-top:45.95pt;width:510.6pt;height:80.1pt;z-index:-251656192;mso-position-horizontal-relative:page;mso-position-vertical-relative:page" coordorigin="850,918" coordsize="10212,1602"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" o:allowincell="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3" o:spid="_x0000_s1027" type="#_x0000_t75" style="position:absolute;left:850;top:918;width:3317;height:140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7JNSXAAAAA2wAAAA8AAABkcnMvZG93bnJldi54bWxETz1rwzAQ3Qv9D+IKXUojx0MxbpTQlhQy&#10;BZqYzFfpYhtbJ2Mpjvvve0Mg4+N9rzaz79VEY2wDG1guMlDENriWawPV8fu1ABUTssM+MBn4owib&#10;9ePDCksXrvxD0yHVSkI4lmigSWkotY62IY9xEQZi4c5h9JgEjrV2I14l3Pc6z7I37bFlaWhwoK+G&#10;bHe4eCk586XoX/Lfoqu2n/tTYXdTZ415fpo/3kElmtNdfHPvnIFc1ssX+QF6/Q8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Hsk1JcAAAADbAAAADwAAAAAAAAAAAAAAAACfAgAA&#10;ZHJzL2Rvd25yZXYueG1sUEsFBgAAAAAEAAQA9wAAAIwDAAAAAA==&#10;">
                <v:imagedata r:id="rId3" o:title=""/>
              </v:shape>
              <v:shape id="Picture 84" o:spid="_x0000_s1028" type="#_x0000_t75" style="position:absolute;left:8227;top:1701;width:2835;height:81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gr//3DAAAA2wAAAA8AAABkcnMvZG93bnJldi54bWxEj0+LwjAUxO8L+x3CE7ytqSKLVKPooot4&#10;EFv1/mhe/2DzUpus1m+/EQSPw8z8hpktOlOLG7WusqxgOIhAEGdWV1woOB03XxMQziNrrC2Tggc5&#10;WMw/P2YYa3vnhG6pL0SAsItRQel9E0vpspIMuoFtiIOX29agD7ItpG7xHuCmlqMo+pYGKw4LJTb0&#10;U1J2Sf+Mgvy6yXeHxOPqd3xJx+f1/kCTvVL9XrecgvDU+Xf41d5qBaMhPL+EHyDn/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uCv//cMAAADbAAAADwAAAAAAAAAAAAAAAACf&#10;AgAAZHJzL2Rvd25yZXYueG1sUEsFBgAAAAAEAAQA9wAAAI8DAAAAAA==&#10;">
                <v:imagedata r:id="rId4" o:title=""/>
              </v:shape>
              <w10:wrap anchorx="page" anchory="page"/>
              <w10:anchorlock/>
            </v:group>
          </w:pict>
        </mc:Fallback>
      </mc:AlternateContent>
    </w:r>
    <w:r>
      <w:rPr>
        <w:noProof/>
        <w:lang w:eastAsia="en-GB"/>
      </w:rPr>
      <w:drawing>
        <wp:anchor distT="0" distB="0" distL="114300" distR="114300" simplePos="0" relativeHeight="251662336" behindDoc="1" locked="1" layoutInCell="0" allowOverlap="1" wp14:anchorId="662B7514" wp14:editId="2C37686B">
          <wp:simplePos x="0" y="0"/>
          <wp:positionH relativeFrom="page">
            <wp:posOffset>1276350</wp:posOffset>
          </wp:positionH>
          <wp:positionV relativeFrom="page">
            <wp:posOffset>3705225</wp:posOffset>
          </wp:positionV>
          <wp:extent cx="4972050" cy="5467350"/>
          <wp:effectExtent l="0" t="0" r="0" b="0"/>
          <wp:wrapNone/>
          <wp:docPr id="91" name="Picture 91" descr="2B POSTERIOR VEINS OF THE LEGS replaced with new anterior view"/>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1" descr="2B POSTERIOR VEINS OF THE LEGS replaced with new anterior view"/>
                  <pic:cNvPicPr preferRelativeResize="0">
                    <a:picLocks noChangeArrowheads="1"/>
                  </pic:cNvPicPr>
                </pic:nvPicPr>
                <pic:blipFill>
                  <a:blip r:embed="rId5">
                    <a:extLst>
                      <a:ext uri="{28A0092B-C50C-407E-A947-70E740481C1C}">
                        <a14:useLocalDpi xmlns:a14="http://schemas.microsoft.com/office/drawing/2010/main" val="0"/>
                      </a:ext>
                    </a:extLst>
                  </a:blip>
                  <a:srcRect t="16365"/>
                  <a:stretch>
                    <a:fillRect/>
                  </a:stretch>
                </pic:blipFill>
                <pic:spPr bwMode="auto">
                  <a:xfrm>
                    <a:off x="0" y="0"/>
                    <a:ext cx="4972050" cy="5467350"/>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en-GB"/>
      </w:rPr>
      <mc:AlternateContent>
        <mc:Choice Requires="wps">
          <w:drawing>
            <wp:anchor distT="45720" distB="45720" distL="114300" distR="114300" simplePos="0" relativeHeight="251654144" behindDoc="0" locked="1" layoutInCell="0" allowOverlap="1" wp14:anchorId="64AD96C7" wp14:editId="727E3C30">
              <wp:simplePos x="0" y="0"/>
              <wp:positionH relativeFrom="column">
                <wp:posOffset>4105275</wp:posOffset>
              </wp:positionH>
              <wp:positionV relativeFrom="page">
                <wp:posOffset>3398520</wp:posOffset>
              </wp:positionV>
              <wp:extent cx="859790" cy="224155"/>
              <wp:effectExtent l="9525" t="7620" r="26035" b="25400"/>
              <wp:wrapNone/>
              <wp:docPr id="18"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9790" cy="224155"/>
                      </a:xfrm>
                      <a:prstGeom prst="rect">
                        <a:avLst/>
                      </a:prstGeom>
                      <a:solidFill>
                        <a:srgbClr val="FFFFFF"/>
                      </a:solidFill>
                      <a:ln w="6350">
                        <a:solidFill>
                          <a:srgbClr val="000000"/>
                        </a:solidFill>
                        <a:miter lim="800000"/>
                        <a:headEnd/>
                        <a:tailEnd/>
                      </a:ln>
                      <a:effectLst>
                        <a:outerShdw dist="35921" dir="2700000" algn="ctr" rotWithShape="0">
                          <a:srgbClr val="C0C0C0"/>
                        </a:outerShdw>
                      </a:effectLst>
                    </wps:spPr>
                    <wps:txbx>
                      <w:txbxContent>
                        <w:p w:rsidR="0023359E" w:rsidRPr="005D0996" w:rsidRDefault="0023359E" w:rsidP="005D0996">
                          <w:pPr>
                            <w:pStyle w:val="CUSTOMNormal"/>
                            <w:tabs>
                              <w:tab w:val="left" w:pos="392"/>
                            </w:tabs>
                            <w:jc w:val="center"/>
                            <w:rPr>
                              <w:sz w:val="18"/>
                              <w:szCs w:val="18"/>
                            </w:rPr>
                          </w:pPr>
                          <w:r>
                            <w:rPr>
                              <w:sz w:val="18"/>
                              <w:szCs w:val="18"/>
                            </w:rPr>
                            <w:t>Pos</w:t>
                          </w:r>
                          <w:r w:rsidRPr="005D0996">
                            <w:rPr>
                              <w:sz w:val="18"/>
                              <w:szCs w:val="18"/>
                            </w:rPr>
                            <w:t>terior view</w:t>
                          </w:r>
                        </w:p>
                      </w:txbxContent>
                    </wps:txbx>
                    <wps:bodyPr rot="0" vert="horz" wrap="square" lIns="36000" tIns="43200" rIns="36000" bIns="43200" anchor="t" anchorCtr="0" upright="1">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1" o:spid="_x0000_s1027" type="#_x0000_t202" style="position:absolute;margin-left:323.25pt;margin-top:267.6pt;width:67.7pt;height:17.65pt;z-index:25165414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" o:allowincell="f" strokeweight=".5pt">
              <v:shadow on="t" color="silver"/>
              <v:textbox style="mso-fit-shape-to-text:t" inset="1mm,1.2mm,1mm,1.2mm">
                <w:txbxContent>
                  <w:p w:rsidR="0023359E" w:rsidRPr="005D0996" w:rsidRDefault="0023359E" w:rsidP="005D0996">
                    <w:pPr>
                      <w:pStyle w:val="CUSTOMNormal"/>
                      <w:tabs>
                        <w:tab w:val="left" w:pos="392"/>
                      </w:tabs>
                      <w:jc w:val="center"/>
                      <w:rPr>
                        <w:sz w:val="18"/>
                        <w:szCs w:val="18"/>
                      </w:rPr>
                    </w:pPr>
                    <w:r>
                      <w:rPr>
                        <w:sz w:val="18"/>
                        <w:szCs w:val="18"/>
                      </w:rPr>
                      <w:t>Pos</w:t>
                    </w:r>
                    <w:r w:rsidRPr="005D0996">
                      <w:rPr>
                        <w:sz w:val="18"/>
                        <w:szCs w:val="18"/>
                      </w:rPr>
                      <w:t>terior view</w:t>
                    </w:r>
                  </w:p>
                </w:txbxContent>
              </v:textbox>
              <w10:wrap anchory="page"/>
              <w10:anchorlock/>
            </v:shape>
          </w:pict>
        </mc:Fallback>
      </mc:AlternateContent>
    </w:r>
    <w:r>
      <w:rPr>
        <w:noProof/>
        <w:lang w:eastAsia="en-GB"/>
      </w:rPr>
      <mc:AlternateContent>
        <mc:Choice Requires="wps">
          <w:drawing>
            <wp:anchor distT="45720" distB="45720" distL="114300" distR="114300" simplePos="0" relativeHeight="251653120" behindDoc="0" locked="1" layoutInCell="0" allowOverlap="1" wp14:anchorId="6FD7ECDA" wp14:editId="49A66B4B">
              <wp:simplePos x="0" y="0"/>
              <wp:positionH relativeFrom="column">
                <wp:posOffset>1552575</wp:posOffset>
              </wp:positionH>
              <wp:positionV relativeFrom="page">
                <wp:posOffset>3398520</wp:posOffset>
              </wp:positionV>
              <wp:extent cx="764540" cy="224155"/>
              <wp:effectExtent l="9525" t="7620" r="26035" b="25400"/>
              <wp:wrapNone/>
              <wp:docPr id="17"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4540" cy="224155"/>
                      </a:xfrm>
                      <a:prstGeom prst="rect">
                        <a:avLst/>
                      </a:prstGeom>
                      <a:solidFill>
                        <a:srgbClr val="FFFFFF"/>
                      </a:solidFill>
                      <a:ln w="6350">
                        <a:solidFill>
                          <a:srgbClr val="000000"/>
                        </a:solidFill>
                        <a:miter lim="800000"/>
                        <a:headEnd/>
                        <a:tailEnd/>
                      </a:ln>
                      <a:effectLst>
                        <a:outerShdw dist="35921" dir="2700000" algn="ctr" rotWithShape="0">
                          <a:srgbClr val="C0C0C0"/>
                        </a:outerShdw>
                      </a:effectLst>
                    </wps:spPr>
                    <wps:txbx>
                      <w:txbxContent>
                        <w:p w:rsidR="0023359E" w:rsidRPr="005D0996" w:rsidRDefault="0023359E" w:rsidP="005D0996">
                          <w:pPr>
                            <w:pStyle w:val="CUSTOMNormal"/>
                            <w:tabs>
                              <w:tab w:val="left" w:pos="392"/>
                            </w:tabs>
                            <w:jc w:val="center"/>
                            <w:rPr>
                              <w:sz w:val="18"/>
                              <w:szCs w:val="18"/>
                            </w:rPr>
                          </w:pPr>
                          <w:r w:rsidRPr="005D0996">
                            <w:rPr>
                              <w:sz w:val="18"/>
                              <w:szCs w:val="18"/>
                            </w:rPr>
                            <w:t>Anterior view</w:t>
                          </w:r>
                        </w:p>
                      </w:txbxContent>
                    </wps:txbx>
                    <wps:bodyPr rot="0" vert="horz" wrap="square" lIns="36000" tIns="43200" rIns="36000" bIns="43200" anchor="t" anchorCtr="0" upright="1">
                      <a:spAutoFit/>
                    </wps:bodyPr>
                  </wps:wsp>
                </a:graphicData>
              </a:graphic>
              <wp14:sizeRelH relativeFrom="margin">
                <wp14:pctWidth>0</wp14:pctWidth>
              </wp14:sizeRelH>
              <wp14:sizeRelV relativeFrom="margin">
                <wp14:pctHeight>0</wp14:pctHeight>
              </wp14:sizeRelV>
            </wp:anchor>
          </w:drawing>
        </mc:Choice>
        <mc:Fallback>
          <w:pict>
            <v:shape id="Text Box 50" o:spid="_x0000_s1028" type="#_x0000_t202" style="position:absolute;margin-left:122.25pt;margin-top:267.6pt;width:60.2pt;height:17.6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" o:allowincell="f" strokeweight=".5pt">
              <v:shadow on="t" color="silver"/>
              <v:textbox style="mso-fit-shape-to-text:t" inset="1mm,1.2mm,1mm,1.2mm">
                <w:txbxContent>
                  <w:p w:rsidR="0023359E" w:rsidRPr="005D0996" w:rsidRDefault="0023359E" w:rsidP="005D0996">
                    <w:pPr>
                      <w:pStyle w:val="CUSTOMNormal"/>
                      <w:tabs>
                        <w:tab w:val="left" w:pos="392"/>
                      </w:tabs>
                      <w:jc w:val="center"/>
                      <w:rPr>
                        <w:sz w:val="18"/>
                        <w:szCs w:val="18"/>
                      </w:rPr>
                    </w:pPr>
                    <w:r w:rsidRPr="005D0996">
                      <w:rPr>
                        <w:sz w:val="18"/>
                        <w:szCs w:val="18"/>
                      </w:rPr>
                      <w:t>Anterior view</w:t>
                    </w:r>
                  </w:p>
                </w:txbxContent>
              </v:textbox>
              <w10:wrap anchory="page"/>
              <w10:anchorlock/>
            </v:shape>
          </w:pict>
        </mc:Fallback>
      </mc:AlternateContent>
    </w:r>
    <w:r>
      <w:rPr>
        <w:noProof/>
        <w:lang w:eastAsia="en-GB"/>
      </w:rPr>
      <mc:AlternateContent>
        <mc:Choice Requires="wps">
          <w:drawing>
            <wp:anchor distT="45720" distB="45720" distL="114300" distR="114300" simplePos="0" relativeHeight="251657216" behindDoc="1" locked="1" layoutInCell="1" allowOverlap="1" wp14:anchorId="106EFF14" wp14:editId="0D3C6C26">
              <wp:simplePos x="0" y="0"/>
              <wp:positionH relativeFrom="page">
                <wp:posOffset>539750</wp:posOffset>
              </wp:positionH>
              <wp:positionV relativeFrom="page">
                <wp:posOffset>10029825</wp:posOffset>
              </wp:positionV>
              <wp:extent cx="6480175" cy="288290"/>
              <wp:effectExtent l="0" t="0" r="0" b="0"/>
              <wp:wrapNone/>
              <wp:docPr id="16"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0175" cy="288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3359E" w:rsidRDefault="0023359E" w:rsidP="002E04BC">
                          <w:pPr>
                            <w:pStyle w:val="CUSTOMFooterAddress"/>
                          </w:pPr>
                          <w:r>
                            <w:t>Vascular Lab | Main Outpatients Building | Level 1 | Lewisham Hospital | SE13 6LH | Ext: 3425</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 o:spid="_x0000_s1029" type="#_x0000_t202" style="position:absolute;margin-left:42.5pt;margin-top:789.75pt;width:510.25pt;height:22.7pt;z-index:-251659264;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" filled="f" stroked="f">
              <v:textbox inset="0,0,0,0">
                <w:txbxContent>
                  <w:p w:rsidR="0023359E" w:rsidRDefault="0023359E" w:rsidP="002E04BC">
                    <w:pPr>
                      <w:pStyle w:val="CUSTOMFooterAddress"/>
                    </w:pPr>
                    <w:r>
                      <w:t>Vascular Lab | Main Outpatients Building | Level 1 | Lewisham Hospital | SE13 6LH | Ext: 3425</w:t>
                    </w:r>
                  </w:p>
                </w:txbxContent>
              </v:textbox>
              <w10:wrap anchorx="page" anchory="page"/>
              <w10:anchorlock/>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424C2A"/>
    <w:multiLevelType w:val="hybridMultilevel"/>
    <w:tmpl w:val="65C0E4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4097" style="mso-position-vertical-relative:page;mso-width-relative:margin;mso-height-relative:margin" o:allowincell="f" strokecolor="red">
      <v:stroke endarrow="block" color="red" weight=".5pt"/>
      <v:shadow color="silver"/>
      <v:textbox style="mso-fit-shape-to-text:t" inset="0,1.2mm,0,1.2mm"/>
      <o:colormru v:ext="edit" colors="#ddd,silver,#ade0f9,#679ad1"/>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26C8"/>
    <w:rsid w:val="000009C6"/>
    <w:rsid w:val="00002C57"/>
    <w:rsid w:val="00004989"/>
    <w:rsid w:val="00004D9C"/>
    <w:rsid w:val="00021342"/>
    <w:rsid w:val="0002322E"/>
    <w:rsid w:val="00030ECC"/>
    <w:rsid w:val="00031069"/>
    <w:rsid w:val="00033B0B"/>
    <w:rsid w:val="00041FD3"/>
    <w:rsid w:val="0006170F"/>
    <w:rsid w:val="00070AEC"/>
    <w:rsid w:val="00075B57"/>
    <w:rsid w:val="000B1F8C"/>
    <w:rsid w:val="000C302A"/>
    <w:rsid w:val="000C4B93"/>
    <w:rsid w:val="000D03AD"/>
    <w:rsid w:val="000D12F2"/>
    <w:rsid w:val="0012112F"/>
    <w:rsid w:val="00123164"/>
    <w:rsid w:val="00130369"/>
    <w:rsid w:val="0014708E"/>
    <w:rsid w:val="00156E8E"/>
    <w:rsid w:val="00186F8F"/>
    <w:rsid w:val="00191142"/>
    <w:rsid w:val="001A0E8C"/>
    <w:rsid w:val="001A1B5B"/>
    <w:rsid w:val="001A7AF4"/>
    <w:rsid w:val="001B713B"/>
    <w:rsid w:val="001C2A3A"/>
    <w:rsid w:val="001C3912"/>
    <w:rsid w:val="001F797D"/>
    <w:rsid w:val="00210977"/>
    <w:rsid w:val="00226007"/>
    <w:rsid w:val="0023359E"/>
    <w:rsid w:val="00271691"/>
    <w:rsid w:val="002739C8"/>
    <w:rsid w:val="002867C0"/>
    <w:rsid w:val="002932DD"/>
    <w:rsid w:val="002C6A41"/>
    <w:rsid w:val="002D4419"/>
    <w:rsid w:val="002D613D"/>
    <w:rsid w:val="002D7122"/>
    <w:rsid w:val="002E04BC"/>
    <w:rsid w:val="003234AA"/>
    <w:rsid w:val="00324212"/>
    <w:rsid w:val="003270E4"/>
    <w:rsid w:val="00344EE6"/>
    <w:rsid w:val="00352F64"/>
    <w:rsid w:val="00382C7D"/>
    <w:rsid w:val="00385FE2"/>
    <w:rsid w:val="003909B4"/>
    <w:rsid w:val="00394CF1"/>
    <w:rsid w:val="003A6622"/>
    <w:rsid w:val="003E416A"/>
    <w:rsid w:val="00400383"/>
    <w:rsid w:val="00404107"/>
    <w:rsid w:val="00411FD4"/>
    <w:rsid w:val="004520A0"/>
    <w:rsid w:val="00477D62"/>
    <w:rsid w:val="004A3BCC"/>
    <w:rsid w:val="004C122B"/>
    <w:rsid w:val="004C256B"/>
    <w:rsid w:val="004E0025"/>
    <w:rsid w:val="004E3E95"/>
    <w:rsid w:val="004F4E3F"/>
    <w:rsid w:val="005060EC"/>
    <w:rsid w:val="00525F48"/>
    <w:rsid w:val="00543410"/>
    <w:rsid w:val="00543DEF"/>
    <w:rsid w:val="00552EAF"/>
    <w:rsid w:val="005534C2"/>
    <w:rsid w:val="005606F1"/>
    <w:rsid w:val="005748E3"/>
    <w:rsid w:val="00583D40"/>
    <w:rsid w:val="005947E5"/>
    <w:rsid w:val="00596D0F"/>
    <w:rsid w:val="005C197D"/>
    <w:rsid w:val="005D0996"/>
    <w:rsid w:val="005D4909"/>
    <w:rsid w:val="005E594C"/>
    <w:rsid w:val="00624106"/>
    <w:rsid w:val="00632733"/>
    <w:rsid w:val="00644C5F"/>
    <w:rsid w:val="00661D13"/>
    <w:rsid w:val="0067732A"/>
    <w:rsid w:val="006A41AD"/>
    <w:rsid w:val="006D2A35"/>
    <w:rsid w:val="006D3CE8"/>
    <w:rsid w:val="00701D82"/>
    <w:rsid w:val="007102C1"/>
    <w:rsid w:val="007112FB"/>
    <w:rsid w:val="007126C8"/>
    <w:rsid w:val="007A3A2E"/>
    <w:rsid w:val="007C5B1B"/>
    <w:rsid w:val="007E5FF0"/>
    <w:rsid w:val="00802E05"/>
    <w:rsid w:val="00803E28"/>
    <w:rsid w:val="00804042"/>
    <w:rsid w:val="00811182"/>
    <w:rsid w:val="00813362"/>
    <w:rsid w:val="00850CED"/>
    <w:rsid w:val="00854725"/>
    <w:rsid w:val="00880184"/>
    <w:rsid w:val="00893153"/>
    <w:rsid w:val="008B3BF4"/>
    <w:rsid w:val="008B3C2A"/>
    <w:rsid w:val="008C4F7F"/>
    <w:rsid w:val="008C67DE"/>
    <w:rsid w:val="008E77CD"/>
    <w:rsid w:val="00907CF4"/>
    <w:rsid w:val="00923531"/>
    <w:rsid w:val="00924EB0"/>
    <w:rsid w:val="009350DF"/>
    <w:rsid w:val="00942505"/>
    <w:rsid w:val="00943CA7"/>
    <w:rsid w:val="00961297"/>
    <w:rsid w:val="00977A1C"/>
    <w:rsid w:val="00984A59"/>
    <w:rsid w:val="00992841"/>
    <w:rsid w:val="009A0ECB"/>
    <w:rsid w:val="009A3EEC"/>
    <w:rsid w:val="009C12E1"/>
    <w:rsid w:val="009D4370"/>
    <w:rsid w:val="009E0202"/>
    <w:rsid w:val="009F0327"/>
    <w:rsid w:val="009F19EF"/>
    <w:rsid w:val="009F70D4"/>
    <w:rsid w:val="00A04256"/>
    <w:rsid w:val="00A078E6"/>
    <w:rsid w:val="00A2369C"/>
    <w:rsid w:val="00A43026"/>
    <w:rsid w:val="00A46516"/>
    <w:rsid w:val="00A62728"/>
    <w:rsid w:val="00A90B05"/>
    <w:rsid w:val="00A90F95"/>
    <w:rsid w:val="00AA0074"/>
    <w:rsid w:val="00AA2AD4"/>
    <w:rsid w:val="00AB09A7"/>
    <w:rsid w:val="00AB7058"/>
    <w:rsid w:val="00AC0857"/>
    <w:rsid w:val="00B03018"/>
    <w:rsid w:val="00B040FE"/>
    <w:rsid w:val="00B13FBA"/>
    <w:rsid w:val="00B14AFB"/>
    <w:rsid w:val="00B25BEB"/>
    <w:rsid w:val="00B35F22"/>
    <w:rsid w:val="00B415C1"/>
    <w:rsid w:val="00B46E1E"/>
    <w:rsid w:val="00B734E8"/>
    <w:rsid w:val="00B8442D"/>
    <w:rsid w:val="00B87660"/>
    <w:rsid w:val="00BA480C"/>
    <w:rsid w:val="00BC2B3E"/>
    <w:rsid w:val="00BC5836"/>
    <w:rsid w:val="00C10646"/>
    <w:rsid w:val="00C24FD1"/>
    <w:rsid w:val="00C2776E"/>
    <w:rsid w:val="00C36AA5"/>
    <w:rsid w:val="00C44E9D"/>
    <w:rsid w:val="00C64AE2"/>
    <w:rsid w:val="00C943BB"/>
    <w:rsid w:val="00CB3119"/>
    <w:rsid w:val="00CD1CCF"/>
    <w:rsid w:val="00D065FF"/>
    <w:rsid w:val="00D14AB1"/>
    <w:rsid w:val="00D254A0"/>
    <w:rsid w:val="00D35CC3"/>
    <w:rsid w:val="00D37604"/>
    <w:rsid w:val="00D734B7"/>
    <w:rsid w:val="00D86277"/>
    <w:rsid w:val="00D94904"/>
    <w:rsid w:val="00DC01AB"/>
    <w:rsid w:val="00DC5770"/>
    <w:rsid w:val="00DD0B20"/>
    <w:rsid w:val="00DF1DE9"/>
    <w:rsid w:val="00E32912"/>
    <w:rsid w:val="00E339E8"/>
    <w:rsid w:val="00E4100D"/>
    <w:rsid w:val="00E463E3"/>
    <w:rsid w:val="00E6169F"/>
    <w:rsid w:val="00E722DF"/>
    <w:rsid w:val="00E73447"/>
    <w:rsid w:val="00EA5C7C"/>
    <w:rsid w:val="00ED45C7"/>
    <w:rsid w:val="00F028B5"/>
    <w:rsid w:val="00F02F77"/>
    <w:rsid w:val="00F071E8"/>
    <w:rsid w:val="00F16C76"/>
    <w:rsid w:val="00F3457B"/>
    <w:rsid w:val="00F3756B"/>
    <w:rsid w:val="00F959B6"/>
    <w:rsid w:val="00F97841"/>
    <w:rsid w:val="00FD5490"/>
    <w:rsid w:val="00FE140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style="mso-position-vertical-relative:page;mso-width-relative:margin;mso-height-relative:margin" o:allowincell="f" strokecolor="red">
      <v:stroke endarrow="block" color="red" weight=".5pt"/>
      <v:shadow color="silver"/>
      <v:textbox style="mso-fit-shape-to-text:t" inset="0,1.2mm,0,1.2mm"/>
      <o:colormru v:ext="edit" colors="#ddd,silver,#ade0f9,#679ad1"/>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1" w:defUIPriority="99" w:defSemiHidden="1" w:defUnhideWhenUsed="1" w:defQFormat="0" w:count="267">
    <w:lsdException w:name="Normal" w:locked="0"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0"/>
    <w:lsdException w:name="footer" w:locked="0"/>
    <w:lsdException w:name="caption" w:uiPriority="35" w:qFormat="1"/>
    <w:lsdException w:name="Title" w:semiHidden="0" w:uiPriority="10" w:unhideWhenUsed="0" w:qFormat="1"/>
    <w:lsdException w:name="Default Paragraph Font" w:locked="0"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locked="0"/>
    <w:lsdException w:name="HTML Bottom of Form" w:locked="0"/>
    <w:lsdException w:name="Normal Table" w:locked="0"/>
    <w:lsdException w:name="No List" w:locked="0"/>
    <w:lsdException w:name="Table Grid" w:locked="0"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04BC"/>
    <w:pPr>
      <w:spacing w:after="160" w:line="259"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locked/>
    <w:rsid w:val="005748E3"/>
    <w:pPr>
      <w:tabs>
        <w:tab w:val="center" w:pos="4513"/>
        <w:tab w:val="right" w:pos="9026"/>
      </w:tabs>
    </w:pPr>
  </w:style>
  <w:style w:type="character" w:customStyle="1" w:styleId="HeaderChar">
    <w:name w:val="Header Char"/>
    <w:link w:val="Header"/>
    <w:uiPriority w:val="99"/>
    <w:rsid w:val="005748E3"/>
    <w:rPr>
      <w:sz w:val="22"/>
      <w:szCs w:val="22"/>
      <w:lang w:eastAsia="en-US"/>
    </w:rPr>
  </w:style>
  <w:style w:type="paragraph" w:styleId="Footer">
    <w:name w:val="footer"/>
    <w:basedOn w:val="Normal"/>
    <w:link w:val="FooterChar"/>
    <w:uiPriority w:val="99"/>
    <w:unhideWhenUsed/>
    <w:locked/>
    <w:rsid w:val="005748E3"/>
    <w:pPr>
      <w:tabs>
        <w:tab w:val="center" w:pos="4513"/>
        <w:tab w:val="right" w:pos="9026"/>
      </w:tabs>
    </w:pPr>
  </w:style>
  <w:style w:type="character" w:customStyle="1" w:styleId="FooterChar">
    <w:name w:val="Footer Char"/>
    <w:link w:val="Footer"/>
    <w:uiPriority w:val="99"/>
    <w:rsid w:val="005748E3"/>
    <w:rPr>
      <w:sz w:val="22"/>
      <w:szCs w:val="22"/>
      <w:lang w:eastAsia="en-US"/>
    </w:rPr>
  </w:style>
  <w:style w:type="paragraph" w:customStyle="1" w:styleId="CUSTOMNormal">
    <w:name w:val="CUSTOM_Normal"/>
    <w:qFormat/>
    <w:rsid w:val="00DC01AB"/>
    <w:pPr>
      <w:suppressAutoHyphens/>
    </w:pPr>
    <w:rPr>
      <w:rFonts w:ascii="Arial" w:hAnsi="Arial"/>
      <w:kern w:val="12"/>
      <w:sz w:val="16"/>
      <w:szCs w:val="22"/>
      <w:lang w:eastAsia="en-US"/>
    </w:rPr>
  </w:style>
  <w:style w:type="paragraph" w:customStyle="1" w:styleId="CUSTOMFooterAddress">
    <w:name w:val="CUSTOM_Footer Address"/>
    <w:basedOn w:val="CUSTOMNormal"/>
    <w:qFormat/>
    <w:rsid w:val="002E04BC"/>
    <w:pPr>
      <w:jc w:val="center"/>
    </w:pPr>
    <w:rPr>
      <w:sz w:val="17"/>
    </w:rPr>
  </w:style>
  <w:style w:type="table" w:styleId="TableGrid">
    <w:name w:val="Table Grid"/>
    <w:basedOn w:val="TableNormal"/>
    <w:uiPriority w:val="39"/>
    <w:locked/>
    <w:rsid w:val="0062410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USTOMBoldColumnHeading">
    <w:name w:val="CUSTOM_Bold Column Heading"/>
    <w:basedOn w:val="CUSTOMNormal"/>
    <w:next w:val="CUSTOMColumnText"/>
    <w:qFormat/>
    <w:rsid w:val="00DC01AB"/>
    <w:rPr>
      <w:b/>
      <w:sz w:val="18"/>
    </w:rPr>
  </w:style>
  <w:style w:type="paragraph" w:customStyle="1" w:styleId="CUSTOMHeaderText">
    <w:name w:val="CUSTOM_Header Text"/>
    <w:basedOn w:val="CUSTOMNormal"/>
    <w:qFormat/>
    <w:rsid w:val="00DC01AB"/>
  </w:style>
  <w:style w:type="paragraph" w:customStyle="1" w:styleId="CUSTOMColumnText">
    <w:name w:val="CUSTOM_Column Text"/>
    <w:basedOn w:val="CUSTOMHeaderText"/>
    <w:qFormat/>
    <w:rsid w:val="0012112F"/>
    <w:rPr>
      <w:sz w:val="18"/>
    </w:rPr>
  </w:style>
  <w:style w:type="paragraph" w:customStyle="1" w:styleId="CUSTOMIllustrativeContent">
    <w:name w:val="CUSTOM_Illustrative Content"/>
    <w:basedOn w:val="CUSTOMNormal"/>
    <w:qFormat/>
    <w:rsid w:val="00D065FF"/>
    <w:pPr>
      <w:jc w:val="center"/>
    </w:pPr>
  </w:style>
  <w:style w:type="paragraph" w:customStyle="1" w:styleId="CUSTOMHeaderSpacer">
    <w:name w:val="CUSTOM_Header Spacer"/>
    <w:basedOn w:val="Header"/>
    <w:qFormat/>
    <w:rsid w:val="00F97841"/>
    <w:pPr>
      <w:spacing w:after="1260"/>
    </w:pPr>
    <w:rPr>
      <w:rFonts w:ascii="Arial" w:hAnsi="Arial"/>
    </w:rPr>
  </w:style>
  <w:style w:type="paragraph" w:styleId="BalloonText">
    <w:name w:val="Balloon Text"/>
    <w:basedOn w:val="Normal"/>
    <w:link w:val="BalloonTextChar"/>
    <w:uiPriority w:val="99"/>
    <w:semiHidden/>
    <w:unhideWhenUsed/>
    <w:locked/>
    <w:rsid w:val="00D35CC3"/>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D35CC3"/>
    <w:rPr>
      <w:rFonts w:ascii="Segoe UI" w:hAnsi="Segoe UI" w:cs="Segoe UI"/>
      <w:sz w:val="18"/>
      <w:szCs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1" w:defUIPriority="99" w:defSemiHidden="1" w:defUnhideWhenUsed="1" w:defQFormat="0" w:count="267">
    <w:lsdException w:name="Normal" w:locked="0"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0"/>
    <w:lsdException w:name="footer" w:locked="0"/>
    <w:lsdException w:name="caption" w:uiPriority="35" w:qFormat="1"/>
    <w:lsdException w:name="Title" w:semiHidden="0" w:uiPriority="10" w:unhideWhenUsed="0" w:qFormat="1"/>
    <w:lsdException w:name="Default Paragraph Font" w:locked="0"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locked="0"/>
    <w:lsdException w:name="HTML Bottom of Form" w:locked="0"/>
    <w:lsdException w:name="Normal Table" w:locked="0"/>
    <w:lsdException w:name="No List" w:locked="0"/>
    <w:lsdException w:name="Table Grid" w:locked="0"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04BC"/>
    <w:pPr>
      <w:spacing w:after="160" w:line="259"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locked/>
    <w:rsid w:val="005748E3"/>
    <w:pPr>
      <w:tabs>
        <w:tab w:val="center" w:pos="4513"/>
        <w:tab w:val="right" w:pos="9026"/>
      </w:tabs>
    </w:pPr>
  </w:style>
  <w:style w:type="character" w:customStyle="1" w:styleId="HeaderChar">
    <w:name w:val="Header Char"/>
    <w:link w:val="Header"/>
    <w:uiPriority w:val="99"/>
    <w:rsid w:val="005748E3"/>
    <w:rPr>
      <w:sz w:val="22"/>
      <w:szCs w:val="22"/>
      <w:lang w:eastAsia="en-US"/>
    </w:rPr>
  </w:style>
  <w:style w:type="paragraph" w:styleId="Footer">
    <w:name w:val="footer"/>
    <w:basedOn w:val="Normal"/>
    <w:link w:val="FooterChar"/>
    <w:uiPriority w:val="99"/>
    <w:unhideWhenUsed/>
    <w:locked/>
    <w:rsid w:val="005748E3"/>
    <w:pPr>
      <w:tabs>
        <w:tab w:val="center" w:pos="4513"/>
        <w:tab w:val="right" w:pos="9026"/>
      </w:tabs>
    </w:pPr>
  </w:style>
  <w:style w:type="character" w:customStyle="1" w:styleId="FooterChar">
    <w:name w:val="Footer Char"/>
    <w:link w:val="Footer"/>
    <w:uiPriority w:val="99"/>
    <w:rsid w:val="005748E3"/>
    <w:rPr>
      <w:sz w:val="22"/>
      <w:szCs w:val="22"/>
      <w:lang w:eastAsia="en-US"/>
    </w:rPr>
  </w:style>
  <w:style w:type="paragraph" w:customStyle="1" w:styleId="CUSTOMNormal">
    <w:name w:val="CUSTOM_Normal"/>
    <w:qFormat/>
    <w:rsid w:val="00DC01AB"/>
    <w:pPr>
      <w:suppressAutoHyphens/>
    </w:pPr>
    <w:rPr>
      <w:rFonts w:ascii="Arial" w:hAnsi="Arial"/>
      <w:kern w:val="12"/>
      <w:sz w:val="16"/>
      <w:szCs w:val="22"/>
      <w:lang w:eastAsia="en-US"/>
    </w:rPr>
  </w:style>
  <w:style w:type="paragraph" w:customStyle="1" w:styleId="CUSTOMFooterAddress">
    <w:name w:val="CUSTOM_Footer Address"/>
    <w:basedOn w:val="CUSTOMNormal"/>
    <w:qFormat/>
    <w:rsid w:val="002E04BC"/>
    <w:pPr>
      <w:jc w:val="center"/>
    </w:pPr>
    <w:rPr>
      <w:sz w:val="17"/>
    </w:rPr>
  </w:style>
  <w:style w:type="table" w:styleId="TableGrid">
    <w:name w:val="Table Grid"/>
    <w:basedOn w:val="TableNormal"/>
    <w:uiPriority w:val="39"/>
    <w:locked/>
    <w:rsid w:val="0062410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USTOMBoldColumnHeading">
    <w:name w:val="CUSTOM_Bold Column Heading"/>
    <w:basedOn w:val="CUSTOMNormal"/>
    <w:next w:val="CUSTOMColumnText"/>
    <w:qFormat/>
    <w:rsid w:val="00DC01AB"/>
    <w:rPr>
      <w:b/>
      <w:sz w:val="18"/>
    </w:rPr>
  </w:style>
  <w:style w:type="paragraph" w:customStyle="1" w:styleId="CUSTOMHeaderText">
    <w:name w:val="CUSTOM_Header Text"/>
    <w:basedOn w:val="CUSTOMNormal"/>
    <w:qFormat/>
    <w:rsid w:val="00DC01AB"/>
  </w:style>
  <w:style w:type="paragraph" w:customStyle="1" w:styleId="CUSTOMColumnText">
    <w:name w:val="CUSTOM_Column Text"/>
    <w:basedOn w:val="CUSTOMHeaderText"/>
    <w:qFormat/>
    <w:rsid w:val="0012112F"/>
    <w:rPr>
      <w:sz w:val="18"/>
    </w:rPr>
  </w:style>
  <w:style w:type="paragraph" w:customStyle="1" w:styleId="CUSTOMIllustrativeContent">
    <w:name w:val="CUSTOM_Illustrative Content"/>
    <w:basedOn w:val="CUSTOMNormal"/>
    <w:qFormat/>
    <w:rsid w:val="00D065FF"/>
    <w:pPr>
      <w:jc w:val="center"/>
    </w:pPr>
  </w:style>
  <w:style w:type="paragraph" w:customStyle="1" w:styleId="CUSTOMHeaderSpacer">
    <w:name w:val="CUSTOM_Header Spacer"/>
    <w:basedOn w:val="Header"/>
    <w:qFormat/>
    <w:rsid w:val="00F97841"/>
    <w:pPr>
      <w:spacing w:after="1260"/>
    </w:pPr>
    <w:rPr>
      <w:rFonts w:ascii="Arial" w:hAnsi="Arial"/>
    </w:rPr>
  </w:style>
  <w:style w:type="paragraph" w:styleId="BalloonText">
    <w:name w:val="Balloon Text"/>
    <w:basedOn w:val="Normal"/>
    <w:link w:val="BalloonTextChar"/>
    <w:uiPriority w:val="99"/>
    <w:semiHidden/>
    <w:unhideWhenUsed/>
    <w:locked/>
    <w:rsid w:val="00D35CC3"/>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D35CC3"/>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5.emf"/></Relationships>
</file>

<file path=word/_rels/header1.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emf"/><Relationship Id="rId1" Type="http://schemas.openxmlformats.org/officeDocument/2006/relationships/image" Target="media/image1.emf"/><Relationship Id="rId5" Type="http://schemas.openxmlformats.org/officeDocument/2006/relationships/image" Target="media/image5.emf"/><Relationship Id="rId4" Type="http://schemas.openxmlformats.org/officeDocument/2006/relationships/image" Target="media/image4.emf"/></Relationships>
</file>

<file path=word/_rels/header2.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emf"/><Relationship Id="rId1" Type="http://schemas.openxmlformats.org/officeDocument/2006/relationships/image" Target="media/image1.emf"/><Relationship Id="rId5" Type="http://schemas.openxmlformats.org/officeDocument/2006/relationships/image" Target="media/image6.png"/><Relationship Id="rId4" Type="http://schemas.openxmlformats.org/officeDocument/2006/relationships/image" Target="media/image4.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surefw0.UHL\AppData\Local\Microsoft\Windows\Temporary%20Internet%20Files\Content.IE5\EY2VVZ57\Lower%20Limb%20Venous%20Insufficiency%20scan%20_%20Both%20_%20Normal.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Lower Limb Venous Insufficiency scan _ Both _ Normal</Template>
  <TotalTime>4</TotalTime>
  <Pages>2</Pages>
  <Words>420</Words>
  <Characters>2400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Lewisham Hospital</Company>
  <LinksUpToDate>false</LinksUpToDate>
  <CharactersWithSpaces>2815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Emma Waldegrave</dc:creator>
  <cp:lastModifiedBy>Apurba Daha</cp:lastModifiedBy>
  <cp:revision>3</cp:revision>
  <cp:lastPrinted>2019-01-18T11:11:00Z</cp:lastPrinted>
  <dcterms:created xsi:type="dcterms:W3CDTF">2019-07-16T15:42:00Z</dcterms:created>
  <dcterms:modified xsi:type="dcterms:W3CDTF">2019-07-16T15:46:00Z</dcterms:modified>
</cp:coreProperties>
</file>